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8"/>
        <w:gridCol w:w="5224"/>
      </w:tblGrid>
      <w:tr w:rsidR="005D6DBC" w:rsidRPr="00484889" w14:paraId="226826FE" w14:textId="77777777" w:rsidTr="00AE1BAB">
        <w:trPr>
          <w:trHeight w:val="432"/>
          <w:jc w:val="center"/>
        </w:trPr>
        <w:tc>
          <w:tcPr>
            <w:tcW w:w="5838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31AA7CE" w14:textId="22909DC5" w:rsidR="005D6DBC" w:rsidRPr="00C1164C" w:rsidRDefault="005D6DBC" w:rsidP="00B53295">
            <w:pPr>
              <w:keepNext/>
              <w:pageBreakBefore/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  <w:r w:rsidR="00686142">
              <w:rPr>
                <w:b/>
                <w:sz w:val="28"/>
                <w:szCs w:val="28"/>
              </w:rPr>
              <w:t>L</w:t>
            </w:r>
            <w:r>
              <w:rPr>
                <w:b/>
                <w:sz w:val="28"/>
                <w:szCs w:val="28"/>
              </w:rPr>
              <w:t>P</w:t>
            </w:r>
            <w:r w:rsidR="00161783">
              <w:rPr>
                <w:b/>
                <w:sz w:val="28"/>
                <w:szCs w:val="28"/>
              </w:rPr>
              <w:t xml:space="preserve"> 12</w:t>
            </w:r>
            <w:r>
              <w:rPr>
                <w:b/>
                <w:sz w:val="28"/>
                <w:szCs w:val="28"/>
              </w:rPr>
              <w:t xml:space="preserve">: </w:t>
            </w:r>
            <w:r w:rsidR="00BB3630">
              <w:rPr>
                <w:b/>
                <w:smallCaps/>
                <w:sz w:val="28"/>
                <w:szCs w:val="28"/>
              </w:rPr>
              <w:t>Livestock Recordkeeping</w:t>
            </w:r>
          </w:p>
        </w:tc>
        <w:tc>
          <w:tcPr>
            <w:tcW w:w="5224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000B081" w14:textId="77777777" w:rsidR="005D6DBC" w:rsidRDefault="00577C29" w:rsidP="00B71CF8">
            <w:pPr>
              <w:keepNext/>
              <w:pageBreakBefore/>
              <w:spacing w:before="40"/>
              <w:jc w:val="right"/>
              <w:rPr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USDA Organic Regulations §205</w:t>
            </w:r>
            <w:r>
              <w:rPr>
                <w:sz w:val="20"/>
                <w:szCs w:val="22"/>
              </w:rPr>
              <w:t>.103</w:t>
            </w:r>
          </w:p>
          <w:p w14:paraId="50428153" w14:textId="67D3DB50" w:rsidR="00610D41" w:rsidRPr="005D6DBC" w:rsidRDefault="00610D41" w:rsidP="00B71CF8">
            <w:pPr>
              <w:keepNext/>
              <w:pageBreakBefore/>
              <w:spacing w:after="40"/>
              <w:jc w:val="right"/>
              <w:rPr>
                <w:bCs/>
                <w:sz w:val="20"/>
                <w:szCs w:val="20"/>
              </w:rPr>
            </w:pPr>
            <w:r w:rsidRPr="00DF0AB7">
              <w:rPr>
                <w:sz w:val="20"/>
                <w:szCs w:val="22"/>
              </w:rPr>
              <w:t>Regulation (EU) 2018/848</w:t>
            </w:r>
          </w:p>
        </w:tc>
      </w:tr>
      <w:tr w:rsidR="006C34B9" w:rsidRPr="00484889" w14:paraId="631B644F" w14:textId="77777777" w:rsidTr="00962CEC">
        <w:trPr>
          <w:trHeight w:val="2240"/>
          <w:jc w:val="center"/>
        </w:trPr>
        <w:tc>
          <w:tcPr>
            <w:tcW w:w="11062" w:type="dxa"/>
            <w:gridSpan w:val="2"/>
            <w:tcBorders>
              <w:bottom w:val="nil"/>
            </w:tcBorders>
            <w:shd w:val="clear" w:color="auto" w:fill="auto"/>
          </w:tcPr>
          <w:p w14:paraId="1940648E" w14:textId="0F998E5D" w:rsidR="00E65A14" w:rsidRPr="00962CEC" w:rsidRDefault="00DA7DC1" w:rsidP="00B31187">
            <w:pPr>
              <w:keepNext/>
              <w:pageBreakBefore/>
              <w:spacing w:after="120"/>
              <w:rPr>
                <w:bCs/>
                <w:i/>
                <w:iCs/>
                <w:sz w:val="24"/>
                <w:szCs w:val="28"/>
              </w:rPr>
            </w:pPr>
            <w:r w:rsidRPr="00962CEC">
              <w:rPr>
                <w:bCs/>
                <w:i/>
                <w:iCs/>
                <w:sz w:val="24"/>
                <w:szCs w:val="28"/>
              </w:rPr>
              <w:t>Certified o</w:t>
            </w:r>
            <w:r w:rsidR="006C34B9" w:rsidRPr="00962CEC">
              <w:rPr>
                <w:bCs/>
                <w:i/>
                <w:iCs/>
                <w:sz w:val="24"/>
                <w:szCs w:val="28"/>
              </w:rPr>
              <w:t xml:space="preserve">perations must maintain records of the production, </w:t>
            </w:r>
            <w:r w:rsidR="00313822" w:rsidRPr="00962CEC">
              <w:rPr>
                <w:bCs/>
                <w:i/>
                <w:iCs/>
                <w:sz w:val="24"/>
                <w:szCs w:val="28"/>
              </w:rPr>
              <w:t xml:space="preserve">management, and handling of agricultural products intended to be sold, labeled, or represented as organic. Records </w:t>
            </w:r>
            <w:r w:rsidR="00A431B2" w:rsidRPr="00962CEC">
              <w:rPr>
                <w:bCs/>
                <w:i/>
                <w:iCs/>
                <w:sz w:val="24"/>
                <w:szCs w:val="28"/>
              </w:rPr>
              <w:t xml:space="preserve">must fully disclose all activities and transactions </w:t>
            </w:r>
            <w:r w:rsidR="008A2EED" w:rsidRPr="00962CEC">
              <w:rPr>
                <w:bCs/>
                <w:i/>
                <w:iCs/>
                <w:sz w:val="24"/>
                <w:szCs w:val="28"/>
              </w:rPr>
              <w:t xml:space="preserve">of your operation </w:t>
            </w:r>
            <w:r w:rsidR="00016408" w:rsidRPr="00962CEC">
              <w:rPr>
                <w:bCs/>
                <w:i/>
                <w:iCs/>
                <w:sz w:val="24"/>
                <w:szCs w:val="28"/>
              </w:rPr>
              <w:t xml:space="preserve">in enough detail to be readily understood and audited. </w:t>
            </w:r>
          </w:p>
          <w:p w14:paraId="63042DC5" w14:textId="77777777" w:rsidR="00016408" w:rsidRPr="00962CEC" w:rsidRDefault="00016408" w:rsidP="00B31187">
            <w:pPr>
              <w:keepNext/>
              <w:pageBreakBefore/>
              <w:spacing w:after="120"/>
              <w:rPr>
                <w:bCs/>
                <w:i/>
                <w:iCs/>
                <w:sz w:val="24"/>
                <w:szCs w:val="28"/>
              </w:rPr>
            </w:pPr>
            <w:r w:rsidRPr="00962CEC">
              <w:rPr>
                <w:bCs/>
                <w:i/>
                <w:iCs/>
                <w:sz w:val="24"/>
                <w:szCs w:val="28"/>
              </w:rPr>
              <w:t xml:space="preserve">Records must span the time from </w:t>
            </w:r>
            <w:r w:rsidR="00B07B61" w:rsidRPr="00962CEC">
              <w:rPr>
                <w:bCs/>
                <w:i/>
                <w:iCs/>
                <w:sz w:val="24"/>
                <w:szCs w:val="28"/>
              </w:rPr>
              <w:t>purchase or acquisition</w:t>
            </w:r>
            <w:r w:rsidR="00E6318C" w:rsidRPr="00962CEC">
              <w:rPr>
                <w:bCs/>
                <w:i/>
                <w:iCs/>
                <w:sz w:val="24"/>
                <w:szCs w:val="28"/>
              </w:rPr>
              <w:t xml:space="preserve"> through production to sale or transport</w:t>
            </w:r>
            <w:r w:rsidR="009E143C" w:rsidRPr="00962CEC">
              <w:rPr>
                <w:bCs/>
                <w:i/>
                <w:iCs/>
                <w:sz w:val="24"/>
                <w:szCs w:val="28"/>
              </w:rPr>
              <w:t xml:space="preserve"> and records must be traceable back to your operation or the last certified operation. </w:t>
            </w:r>
          </w:p>
          <w:p w14:paraId="0C4C3860" w14:textId="1CDF841E" w:rsidR="00C964A8" w:rsidRPr="00C964A8" w:rsidRDefault="000C23EC" w:rsidP="00B31187">
            <w:pPr>
              <w:keepNext/>
              <w:pageBreakBefore/>
              <w:rPr>
                <w:bCs/>
              </w:rPr>
            </w:pPr>
            <w:r w:rsidRPr="00962CEC">
              <w:rPr>
                <w:bCs/>
                <w:i/>
                <w:iCs/>
                <w:sz w:val="24"/>
                <w:szCs w:val="28"/>
              </w:rPr>
              <w:t xml:space="preserve">Records must be sufficient to demonstrate compliance with the organic regulations, </w:t>
            </w:r>
            <w:r w:rsidRPr="00962CEC">
              <w:rPr>
                <w:b/>
                <w:i/>
                <w:iCs/>
                <w:sz w:val="24"/>
                <w:szCs w:val="28"/>
              </w:rPr>
              <w:t>kept for at least five years</w:t>
            </w:r>
            <w:r w:rsidRPr="00962CEC">
              <w:rPr>
                <w:bCs/>
                <w:i/>
                <w:iCs/>
                <w:sz w:val="24"/>
                <w:szCs w:val="28"/>
              </w:rPr>
              <w:t>, and made available for inspection</w:t>
            </w:r>
            <w:r w:rsidR="00C964A8" w:rsidRPr="00962CEC">
              <w:rPr>
                <w:bCs/>
                <w:i/>
                <w:iCs/>
                <w:sz w:val="24"/>
                <w:szCs w:val="28"/>
              </w:rPr>
              <w:t>, including records related to conventional production, if applicable.</w:t>
            </w:r>
          </w:p>
        </w:tc>
      </w:tr>
      <w:tr w:rsidR="008B6846" w:rsidRPr="00484889" w14:paraId="2B7DB5BD" w14:textId="77777777" w:rsidTr="00360142">
        <w:trPr>
          <w:trHeight w:val="1538"/>
          <w:jc w:val="center"/>
        </w:trPr>
        <w:tc>
          <w:tcPr>
            <w:tcW w:w="110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EE9D89" w14:textId="77777777" w:rsidR="008B6846" w:rsidRPr="001C249E" w:rsidRDefault="008B6846" w:rsidP="008B6846">
            <w:pPr>
              <w:pStyle w:val="ListParagraph"/>
              <w:numPr>
                <w:ilvl w:val="0"/>
                <w:numId w:val="38"/>
              </w:numPr>
              <w:rPr>
                <w:b/>
              </w:rPr>
            </w:pPr>
            <w:r w:rsidRPr="001C249E">
              <w:rPr>
                <w:b/>
              </w:rPr>
              <w:t>RECORDKEEPING SYSTEMS</w:t>
            </w:r>
          </w:p>
          <w:p w14:paraId="791E70D3" w14:textId="308B68B7" w:rsidR="008B6846" w:rsidRPr="00EB0684" w:rsidRDefault="008B6846" w:rsidP="008B6846">
            <w:pPr>
              <w:pStyle w:val="ListParagraph"/>
              <w:numPr>
                <w:ilvl w:val="0"/>
                <w:numId w:val="41"/>
              </w:numPr>
              <w:rPr>
                <w:bCs/>
              </w:rPr>
            </w:pPr>
            <w:r w:rsidRPr="00EB0684">
              <w:rPr>
                <w:bCs/>
              </w:rPr>
              <w:t xml:space="preserve">Which of the following records do you currently or plan to </w:t>
            </w:r>
            <w:r w:rsidR="00D36881">
              <w:rPr>
                <w:bCs/>
              </w:rPr>
              <w:t>use to track organic products</w:t>
            </w:r>
            <w:r w:rsidRPr="00EB0684">
              <w:rPr>
                <w:bCs/>
              </w:rPr>
              <w:t xml:space="preserve">? Check all that apply. </w:t>
            </w:r>
            <w:r w:rsidRPr="00E55AEC">
              <w:rPr>
                <w:b/>
              </w:rPr>
              <w:t>Optional</w:t>
            </w:r>
            <w:r>
              <w:rPr>
                <w:bCs/>
              </w:rPr>
              <w:t xml:space="preserve">: Attach recordkeeping templates for reference. </w:t>
            </w:r>
            <w:r w:rsidRPr="007605D6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instrText xml:space="preserve"> FORMCHECKBOX </w:instrText>
            </w:r>
            <w:r w:rsidRPr="007605D6">
              <w:fldChar w:fldCharType="separate"/>
            </w:r>
            <w:r w:rsidRPr="007605D6">
              <w:fldChar w:fldCharType="end"/>
            </w:r>
            <w:r>
              <w:t xml:space="preserve"> </w:t>
            </w:r>
            <w:r w:rsidRPr="00E15AE3">
              <w:rPr>
                <w:b/>
                <w:bCs/>
              </w:rPr>
              <w:t>Attach</w:t>
            </w:r>
            <w:r>
              <w:rPr>
                <w:b/>
                <w:bCs/>
              </w:rPr>
              <w:t>ed</w:t>
            </w:r>
          </w:p>
          <w:p w14:paraId="1FDB499D" w14:textId="77777777" w:rsidR="008B6846" w:rsidRDefault="008B6846" w:rsidP="008B6846">
            <w:pPr>
              <w:rPr>
                <w:bCs/>
              </w:rPr>
            </w:pPr>
          </w:p>
          <w:p w14:paraId="3AA3C25C" w14:textId="0858A425" w:rsidR="008B6846" w:rsidRPr="00A95136" w:rsidRDefault="00696D6F" w:rsidP="00F87D0F">
            <w:pPr>
              <w:spacing w:after="40"/>
              <w:rPr>
                <w:b/>
              </w:rPr>
            </w:pPr>
            <w:r>
              <w:rPr>
                <w:b/>
              </w:rPr>
              <w:t>Organic Feed and Feed Supplements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60"/>
              <w:gridCol w:w="3366"/>
              <w:gridCol w:w="3564"/>
            </w:tblGrid>
            <w:tr w:rsidR="0016637F" w14:paraId="1D7CE7F3" w14:textId="77777777" w:rsidTr="00F87D0F">
              <w:trPr>
                <w:trHeight w:val="1008"/>
              </w:trPr>
              <w:tc>
                <w:tcPr>
                  <w:tcW w:w="3760" w:type="dxa"/>
                </w:tcPr>
                <w:p w14:paraId="1B939419" w14:textId="3AC3C90A" w:rsidR="0016637F" w:rsidRDefault="0016637F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Organic certificates for purchased feed</w:t>
                  </w:r>
                </w:p>
                <w:p w14:paraId="07A54480" w14:textId="424DBF25" w:rsidR="0016637F" w:rsidRDefault="0016637F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Harvest records for feed grown on-farm</w:t>
                  </w:r>
                </w:p>
                <w:p w14:paraId="626EC2A0" w14:textId="06997630" w:rsidR="00F87D0F" w:rsidRPr="00F87D0F" w:rsidRDefault="0016637F" w:rsidP="00F87D0F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Feed storage records</w:t>
                  </w:r>
                </w:p>
              </w:tc>
              <w:tc>
                <w:tcPr>
                  <w:tcW w:w="3366" w:type="dxa"/>
                </w:tcPr>
                <w:p w14:paraId="20564A1C" w14:textId="4675DD1E" w:rsidR="0016637F" w:rsidRDefault="0016637F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Purchase records (e.g. receipts, invoices, shipping documents) </w:t>
                  </w:r>
                </w:p>
                <w:p w14:paraId="0AED4769" w14:textId="5A2D8A1F" w:rsidR="0016637F" w:rsidRDefault="0016637F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Feed</w:t>
                  </w:r>
                  <w:r w:rsidR="00281C99">
                    <w:rPr>
                      <w:bCs/>
                      <w:iCs/>
                    </w:rPr>
                    <w:t xml:space="preserve"> and feed supplement</w:t>
                  </w:r>
                  <w:r>
                    <w:rPr>
                      <w:bCs/>
                      <w:iCs/>
                    </w:rPr>
                    <w:t xml:space="preserve"> labels</w:t>
                  </w:r>
                </w:p>
                <w:p w14:paraId="50D83D5E" w14:textId="27D1FEBB" w:rsidR="0016637F" w:rsidRDefault="0016637F" w:rsidP="008B6846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3564" w:type="dxa"/>
                </w:tcPr>
                <w:p w14:paraId="5863426A" w14:textId="38B231F1" w:rsidR="0016637F" w:rsidRDefault="0016637F" w:rsidP="008B6846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785DA9">
                    <w:rPr>
                      <w:bCs/>
                      <w:iCs/>
                    </w:rPr>
                    <w:t xml:space="preserve">Records of </w:t>
                  </w:r>
                  <w:r w:rsidR="00A33051">
                    <w:rPr>
                      <w:bCs/>
                      <w:iCs/>
                    </w:rPr>
                    <w:t>feed and supplements fed</w:t>
                  </w:r>
                </w:p>
                <w:p w14:paraId="26F84507" w14:textId="77777777" w:rsidR="0016637F" w:rsidRPr="00A95136" w:rsidRDefault="0016637F" w:rsidP="008B6846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BDB16EA" w14:textId="6379638E" w:rsidR="008B6846" w:rsidRDefault="00F87D0F" w:rsidP="008B6846">
            <w:pPr>
              <w:rPr>
                <w:b/>
              </w:rPr>
            </w:pPr>
            <w:r>
              <w:rPr>
                <w:b/>
              </w:rPr>
              <w:t>For Ruminants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60"/>
              <w:gridCol w:w="3330"/>
              <w:gridCol w:w="3600"/>
            </w:tblGrid>
            <w:tr w:rsidR="00B20043" w:rsidRPr="00A95136" w14:paraId="084CD9F4" w14:textId="77777777" w:rsidTr="00111D3B">
              <w:tc>
                <w:tcPr>
                  <w:tcW w:w="3760" w:type="dxa"/>
                </w:tcPr>
                <w:p w14:paraId="7F933801" w14:textId="48F0356D" w:rsidR="00B20043" w:rsidRDefault="00B20043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Grazing/rotation records</w:t>
                  </w:r>
                </w:p>
                <w:p w14:paraId="4DD8853C" w14:textId="4E3FA66B" w:rsidR="00B20043" w:rsidRDefault="00B20043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Dry matter intake from pasture</w:t>
                  </w:r>
                </w:p>
                <w:p w14:paraId="1B4ABF3A" w14:textId="2E60132C" w:rsidR="00B20043" w:rsidRDefault="00B20043" w:rsidP="00145C88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3330" w:type="dxa"/>
                </w:tcPr>
                <w:p w14:paraId="5C98C6CA" w14:textId="7119DD2E" w:rsidR="00B20043" w:rsidRDefault="00B20043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465A8B">
                    <w:rPr>
                      <w:bCs/>
                      <w:iCs/>
                    </w:rPr>
                    <w:t>Herd List</w:t>
                  </w:r>
                </w:p>
                <w:p w14:paraId="4A8F0F08" w14:textId="77777777" w:rsidR="00B20043" w:rsidRDefault="00B20043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Equipment cleanout logs</w:t>
                  </w:r>
                </w:p>
              </w:tc>
              <w:tc>
                <w:tcPr>
                  <w:tcW w:w="3600" w:type="dxa"/>
                </w:tcPr>
                <w:p w14:paraId="7FE3594C" w14:textId="7F32C69B" w:rsidR="00B20043" w:rsidRDefault="00B20043" w:rsidP="00145C88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</w:p>
                <w:p w14:paraId="3A23BE6B" w14:textId="77777777" w:rsidR="00B20043" w:rsidRPr="00A95136" w:rsidRDefault="00B20043" w:rsidP="00145C88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6F92F842" w14:textId="42ED2CCE" w:rsidR="006F6149" w:rsidRDefault="006F6149" w:rsidP="006F6149">
            <w:pPr>
              <w:rPr>
                <w:b/>
              </w:rPr>
            </w:pPr>
            <w:r>
              <w:rPr>
                <w:b/>
              </w:rPr>
              <w:t>Animal Origin and Health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60"/>
              <w:gridCol w:w="1527"/>
              <w:gridCol w:w="1803"/>
              <w:gridCol w:w="3240"/>
            </w:tblGrid>
            <w:tr w:rsidR="006F6149" w:rsidRPr="00A95136" w14:paraId="0DD8F12A" w14:textId="77777777" w:rsidTr="00111D3B">
              <w:tc>
                <w:tcPr>
                  <w:tcW w:w="3760" w:type="dxa"/>
                </w:tcPr>
                <w:p w14:paraId="744B01B8" w14:textId="53C005A3" w:rsidR="006F6149" w:rsidRDefault="006F6149" w:rsidP="006F6149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Birth</w:t>
                  </w:r>
                  <w:r w:rsidR="00F23B0B">
                    <w:rPr>
                      <w:bCs/>
                      <w:iCs/>
                    </w:rPr>
                    <w:t>/hatching</w:t>
                  </w:r>
                  <w:r>
                    <w:rPr>
                      <w:bCs/>
                      <w:iCs/>
                    </w:rPr>
                    <w:t xml:space="preserve"> records</w:t>
                  </w:r>
                </w:p>
                <w:p w14:paraId="6D91FED8" w14:textId="5F0379A2" w:rsidR="006F6149" w:rsidRDefault="006F6149" w:rsidP="006F6149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Documentation of purchased animals (organic certificates, receipts, etc.)</w:t>
                  </w:r>
                </w:p>
              </w:tc>
              <w:tc>
                <w:tcPr>
                  <w:tcW w:w="3330" w:type="dxa"/>
                  <w:gridSpan w:val="2"/>
                </w:tcPr>
                <w:p w14:paraId="14EA9158" w14:textId="15475641" w:rsidR="006F6149" w:rsidRPr="007605D6" w:rsidRDefault="006F6149" w:rsidP="006F6149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Treatment records</w:t>
                  </w:r>
                </w:p>
                <w:p w14:paraId="05D68D9A" w14:textId="5CEDA886" w:rsidR="006F6149" w:rsidRDefault="006F6149" w:rsidP="006F6149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Vaccination records</w:t>
                  </w:r>
                </w:p>
                <w:p w14:paraId="1302FC01" w14:textId="131B7A2B" w:rsidR="006F6149" w:rsidRDefault="006F6149" w:rsidP="006F6149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Healthcare input purchases</w:t>
                  </w:r>
                </w:p>
              </w:tc>
              <w:tc>
                <w:tcPr>
                  <w:tcW w:w="3240" w:type="dxa"/>
                </w:tcPr>
                <w:p w14:paraId="33FE21E6" w14:textId="5738919D" w:rsidR="006F6149" w:rsidRDefault="006F6149" w:rsidP="006F6149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F23B0B">
                    <w:rPr>
                      <w:bCs/>
                      <w:iCs/>
                    </w:rPr>
                    <w:t>Mortality records</w:t>
                  </w:r>
                </w:p>
                <w:p w14:paraId="095C31C7" w14:textId="7E37D3B4" w:rsidR="00A84514" w:rsidRDefault="00A84514" w:rsidP="006F6149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Temporary confinement records</w:t>
                  </w:r>
                </w:p>
                <w:p w14:paraId="376737EB" w14:textId="77777777" w:rsidR="006F6149" w:rsidRPr="00A95136" w:rsidRDefault="006F6149" w:rsidP="006F6149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6F6149" w:rsidRPr="00A95136" w14:paraId="1ED98F75" w14:textId="77777777" w:rsidTr="00F628F1">
              <w:trPr>
                <w:gridAfter w:val="2"/>
                <w:wAfter w:w="5043" w:type="dxa"/>
                <w:trHeight w:val="80"/>
              </w:trPr>
              <w:tc>
                <w:tcPr>
                  <w:tcW w:w="5287" w:type="dxa"/>
                  <w:gridSpan w:val="2"/>
                </w:tcPr>
                <w:p w14:paraId="56A893F9" w14:textId="77777777" w:rsidR="006F6149" w:rsidRDefault="006F6149" w:rsidP="006F6149">
                  <w:pPr>
                    <w:rPr>
                      <w:bCs/>
                    </w:rPr>
                  </w:pPr>
                </w:p>
              </w:tc>
            </w:tr>
          </w:tbl>
          <w:p w14:paraId="5411F8A4" w14:textId="1FDCBC18" w:rsidR="001A0FD2" w:rsidRDefault="00422C57" w:rsidP="008B6846">
            <w:pPr>
              <w:rPr>
                <w:b/>
              </w:rPr>
            </w:pPr>
            <w:r>
              <w:rPr>
                <w:b/>
              </w:rPr>
              <w:t>Production and Sales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60"/>
              <w:gridCol w:w="3330"/>
              <w:gridCol w:w="3240"/>
              <w:gridCol w:w="516"/>
            </w:tblGrid>
            <w:tr w:rsidR="00BF4E73" w:rsidRPr="00A95136" w14:paraId="1D7028B9" w14:textId="77777777" w:rsidTr="00AD7D4F">
              <w:trPr>
                <w:trHeight w:val="612"/>
              </w:trPr>
              <w:tc>
                <w:tcPr>
                  <w:tcW w:w="3760" w:type="dxa"/>
                </w:tcPr>
                <w:p w14:paraId="268AD475" w14:textId="77777777" w:rsidR="00AD7D4F" w:rsidRDefault="00BF4E73" w:rsidP="0039622C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422C57">
                    <w:rPr>
                      <w:bCs/>
                      <w:iCs/>
                    </w:rPr>
                    <w:t>Production records</w:t>
                  </w:r>
                  <w:r w:rsidR="00A2413B">
                    <w:rPr>
                      <w:bCs/>
                      <w:iCs/>
                    </w:rPr>
                    <w:t xml:space="preserve"> (quantity of animals or products produced)</w:t>
                  </w:r>
                </w:p>
                <w:p w14:paraId="24CF2DBC" w14:textId="355ED04D" w:rsidR="00AD7D4F" w:rsidRPr="007605D6" w:rsidRDefault="00AD7D4F" w:rsidP="0039622C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3330" w:type="dxa"/>
                </w:tcPr>
                <w:p w14:paraId="19A7C697" w14:textId="62239483" w:rsidR="00BF4E73" w:rsidRDefault="00BF4E73" w:rsidP="00D36881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A2413B">
                    <w:rPr>
                      <w:bCs/>
                      <w:iCs/>
                    </w:rPr>
                    <w:t>Sales records</w:t>
                  </w:r>
                </w:p>
              </w:tc>
              <w:tc>
                <w:tcPr>
                  <w:tcW w:w="3240" w:type="dxa"/>
                </w:tcPr>
                <w:p w14:paraId="5BB37A27" w14:textId="0AC744D1" w:rsidR="00BF4E73" w:rsidRPr="0039622C" w:rsidRDefault="00BF4E73" w:rsidP="00D36881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516" w:type="dxa"/>
                </w:tcPr>
                <w:p w14:paraId="16BAF5B0" w14:textId="406E1F4C" w:rsidR="00BF4E73" w:rsidRPr="0039622C" w:rsidRDefault="00BF4E73" w:rsidP="00D36881">
                  <w:pPr>
                    <w:rPr>
                      <w:bCs/>
                      <w:iCs/>
                    </w:rPr>
                  </w:pPr>
                </w:p>
              </w:tc>
            </w:tr>
          </w:tbl>
          <w:p w14:paraId="1ADA8C1F" w14:textId="7228B5B7" w:rsidR="00B03176" w:rsidRDefault="006F6149" w:rsidP="008B6846">
            <w:pPr>
              <w:rPr>
                <w:b/>
              </w:rPr>
            </w:pPr>
            <w:r>
              <w:rPr>
                <w:b/>
              </w:rPr>
              <w:t>Handling</w:t>
            </w:r>
            <w:r w:rsidR="00C01EE3">
              <w:rPr>
                <w:b/>
              </w:rPr>
              <w:t xml:space="preserve"> and Transport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60"/>
              <w:gridCol w:w="1527"/>
              <w:gridCol w:w="1803"/>
              <w:gridCol w:w="3240"/>
            </w:tblGrid>
            <w:tr w:rsidR="00D82239" w:rsidRPr="00A95136" w14:paraId="3113A4BF" w14:textId="77777777" w:rsidTr="00111D3B">
              <w:tc>
                <w:tcPr>
                  <w:tcW w:w="3760" w:type="dxa"/>
                </w:tcPr>
                <w:p w14:paraId="0A1A5957" w14:textId="76777509" w:rsidR="00D82239" w:rsidRDefault="00D82239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Product transport or shipping records</w:t>
                  </w:r>
                </w:p>
                <w:p w14:paraId="7663E5FD" w14:textId="143C9354" w:rsidR="00D82239" w:rsidRDefault="00D82239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7A3312">
                    <w:rPr>
                      <w:bCs/>
                      <w:iCs/>
                    </w:rPr>
                    <w:t>Cleaning logs and SOPs</w:t>
                  </w:r>
                </w:p>
              </w:tc>
              <w:tc>
                <w:tcPr>
                  <w:tcW w:w="3330" w:type="dxa"/>
                  <w:gridSpan w:val="2"/>
                </w:tcPr>
                <w:p w14:paraId="1C5B157F" w14:textId="0133AECA" w:rsidR="00D82239" w:rsidRPr="007605D6" w:rsidRDefault="00D82239" w:rsidP="00281D8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Import </w:t>
                  </w:r>
                  <w:r w:rsidR="00C01EE3">
                    <w:rPr>
                      <w:bCs/>
                      <w:iCs/>
                    </w:rPr>
                    <w:t>c</w:t>
                  </w:r>
                  <w:r>
                    <w:rPr>
                      <w:bCs/>
                      <w:iCs/>
                    </w:rPr>
                    <w:t>ertificates</w:t>
                  </w:r>
                </w:p>
                <w:p w14:paraId="350B92CA" w14:textId="435A4059" w:rsidR="00D82239" w:rsidRDefault="00D82239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EC24B4">
                    <w:rPr>
                      <w:bCs/>
                      <w:iCs/>
                    </w:rPr>
                    <w:t>Organic certificates for certified handlers</w:t>
                  </w:r>
                </w:p>
              </w:tc>
              <w:tc>
                <w:tcPr>
                  <w:tcW w:w="3240" w:type="dxa"/>
                </w:tcPr>
                <w:p w14:paraId="519707B5" w14:textId="3313B803" w:rsidR="00D82239" w:rsidRDefault="00D82239" w:rsidP="00AD545E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</w:t>
                  </w:r>
                  <w:r w:rsidR="00C01EE3">
                    <w:rPr>
                      <w:bCs/>
                      <w:iCs/>
                    </w:rPr>
                    <w:t>Processing records</w:t>
                  </w:r>
                </w:p>
                <w:p w14:paraId="2A0F8951" w14:textId="77777777" w:rsidR="00D82239" w:rsidRPr="00A95136" w:rsidRDefault="00D82239" w:rsidP="00AD545E">
                  <w:pPr>
                    <w:rPr>
                      <w:rFonts w:ascii="Garamond" w:hAnsi="Garamond" w:cs="Arabic Typesetting"/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D82239" w:rsidRPr="00A95136" w14:paraId="72B565D7" w14:textId="77777777" w:rsidTr="00BF4E73">
              <w:trPr>
                <w:gridAfter w:val="2"/>
                <w:wAfter w:w="5043" w:type="dxa"/>
                <w:trHeight w:val="80"/>
              </w:trPr>
              <w:tc>
                <w:tcPr>
                  <w:tcW w:w="5287" w:type="dxa"/>
                  <w:gridSpan w:val="2"/>
                </w:tcPr>
                <w:p w14:paraId="7F0AED57" w14:textId="469E341B" w:rsidR="00D82239" w:rsidRDefault="00D82239" w:rsidP="008B6846">
                  <w:pPr>
                    <w:rPr>
                      <w:bCs/>
                    </w:rPr>
                  </w:pPr>
                </w:p>
              </w:tc>
            </w:tr>
          </w:tbl>
          <w:p w14:paraId="5888F06E" w14:textId="77777777" w:rsidR="008B6846" w:rsidRPr="006D71E4" w:rsidRDefault="008B6846" w:rsidP="008B6846">
            <w:pPr>
              <w:pStyle w:val="ListParagraph"/>
              <w:keepNext/>
              <w:pageBreakBefore/>
              <w:numPr>
                <w:ilvl w:val="0"/>
                <w:numId w:val="41"/>
              </w:numPr>
              <w:rPr>
                <w:rFonts w:ascii="Garamond" w:hAnsi="Garamond" w:cs="Arabic Typesetting"/>
                <w:bCs/>
                <w:iCs/>
              </w:rPr>
            </w:pPr>
            <w:r>
              <w:rPr>
                <w:bCs/>
              </w:rPr>
              <w:t>What methods do you use to keep records? Check all that apply.</w:t>
            </w:r>
          </w:p>
          <w:p w14:paraId="187CA13A" w14:textId="77777777" w:rsidR="008B6846" w:rsidRDefault="008B6846" w:rsidP="008B6846">
            <w:pPr>
              <w:pStyle w:val="ListParagraph"/>
              <w:keepNext/>
              <w:pageBreakBefore/>
              <w:ind w:left="360"/>
              <w:rPr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Paper/notebooks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Computer software/spreadsheet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Phone app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Online/Cloud program  </w:t>
            </w:r>
          </w:p>
          <w:p w14:paraId="0041EBD1" w14:textId="77777777" w:rsidR="008B6846" w:rsidRPr="00EB0684" w:rsidRDefault="008B6846" w:rsidP="002E081D">
            <w:pPr>
              <w:pStyle w:val="ListParagraph"/>
              <w:keepNext/>
              <w:pageBreakBefore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Other. Please describe: 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5F16FE8B" w14:textId="77777777" w:rsidR="008B6846" w:rsidRDefault="008B6846" w:rsidP="00E834CF">
            <w:pPr>
              <w:pStyle w:val="ListParagraph"/>
              <w:keepNext/>
              <w:pageBreakBefore/>
              <w:numPr>
                <w:ilvl w:val="0"/>
                <w:numId w:val="41"/>
              </w:numPr>
              <w:rPr>
                <w:rFonts w:cs="Arabic Typesetting"/>
                <w:bCs/>
                <w:iCs/>
              </w:rPr>
            </w:pPr>
            <w:r>
              <w:rPr>
                <w:rFonts w:cs="Arabic Typesetting"/>
                <w:bCs/>
                <w:iCs/>
              </w:rPr>
              <w:t xml:space="preserve">Do you maintain records for a minimum of 5 years?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Yes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No</w:t>
            </w:r>
            <w:r>
              <w:rPr>
                <w:bCs/>
                <w:iCs/>
              </w:rPr>
              <w:t xml:space="preserve">. If </w:t>
            </w:r>
            <w:proofErr w:type="gramStart"/>
            <w:r>
              <w:rPr>
                <w:bCs/>
                <w:iCs/>
              </w:rPr>
              <w:t>no</w:t>
            </w:r>
            <w:proofErr w:type="gramEnd"/>
            <w:r>
              <w:rPr>
                <w:bCs/>
                <w:iCs/>
              </w:rPr>
              <w:t xml:space="preserve">, please explain: 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0EE9696A" w14:textId="2F4575A2" w:rsidR="00000A8E" w:rsidRPr="00000A8E" w:rsidRDefault="00000A8E" w:rsidP="00000A8E">
            <w:pPr>
              <w:tabs>
                <w:tab w:val="left" w:pos="1245"/>
              </w:tabs>
            </w:pPr>
          </w:p>
        </w:tc>
      </w:tr>
      <w:tr w:rsidR="00A17D96" w:rsidRPr="00484889" w14:paraId="79683C90" w14:textId="77777777" w:rsidTr="00360142">
        <w:trPr>
          <w:trHeight w:val="1545"/>
          <w:jc w:val="center"/>
        </w:trPr>
        <w:tc>
          <w:tcPr>
            <w:tcW w:w="110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E7B62E" w14:textId="6F4547B9" w:rsidR="00A17D96" w:rsidRDefault="00D84B35" w:rsidP="000C149E">
            <w:pPr>
              <w:pStyle w:val="ListParagraph"/>
              <w:numPr>
                <w:ilvl w:val="0"/>
                <w:numId w:val="38"/>
              </w:numPr>
              <w:spacing w:after="40"/>
              <w:contextualSpacing w:val="0"/>
            </w:pPr>
            <w:r w:rsidRPr="007D2D45">
              <w:rPr>
                <w:b/>
                <w:bCs/>
              </w:rPr>
              <w:t>AUDIT TRAIL DOCUMENTATION</w:t>
            </w:r>
          </w:p>
          <w:p w14:paraId="70DB46C5" w14:textId="27C457F2" w:rsidR="00DB0FDE" w:rsidRPr="00E1569E" w:rsidRDefault="00DB0FDE" w:rsidP="00DB0FDE">
            <w:pPr>
              <w:rPr>
                <w:i/>
                <w:iCs/>
              </w:rPr>
            </w:pPr>
            <w:r w:rsidRPr="00E1569E">
              <w:rPr>
                <w:i/>
                <w:iCs/>
              </w:rPr>
              <w:t xml:space="preserve">An audit trail is </w:t>
            </w:r>
            <w:r w:rsidR="00FD68CF">
              <w:rPr>
                <w:i/>
                <w:iCs/>
              </w:rPr>
              <w:t>a set of documents</w:t>
            </w:r>
            <w:r w:rsidRPr="00E1569E">
              <w:rPr>
                <w:i/>
                <w:iCs/>
              </w:rPr>
              <w:t xml:space="preserve"> that </w:t>
            </w:r>
            <w:r w:rsidR="00D92522">
              <w:rPr>
                <w:i/>
                <w:iCs/>
              </w:rPr>
              <w:t>tracks all activities fr</w:t>
            </w:r>
            <w:r w:rsidR="007918DE">
              <w:rPr>
                <w:i/>
                <w:iCs/>
              </w:rPr>
              <w:t xml:space="preserve">om origin through sale/transfer of ownership of organic livestock and their products and </w:t>
            </w:r>
            <w:r w:rsidR="008C58AC">
              <w:rPr>
                <w:i/>
                <w:iCs/>
              </w:rPr>
              <w:t xml:space="preserve">can </w:t>
            </w:r>
            <w:r w:rsidR="007918DE">
              <w:rPr>
                <w:i/>
                <w:iCs/>
              </w:rPr>
              <w:t xml:space="preserve">trace organic products back to their production (e.g. eggs </w:t>
            </w:r>
            <w:r w:rsidR="006156D8">
              <w:rPr>
                <w:i/>
                <w:iCs/>
              </w:rPr>
              <w:t>traced</w:t>
            </w:r>
            <w:r w:rsidR="007918DE">
              <w:rPr>
                <w:i/>
                <w:iCs/>
              </w:rPr>
              <w:t xml:space="preserve"> to a flock, milk </w:t>
            </w:r>
            <w:r w:rsidR="006156D8">
              <w:rPr>
                <w:i/>
                <w:iCs/>
              </w:rPr>
              <w:t>traced</w:t>
            </w:r>
            <w:r w:rsidR="007918DE">
              <w:rPr>
                <w:i/>
                <w:iCs/>
              </w:rPr>
              <w:t xml:space="preserve"> to a herd)</w:t>
            </w:r>
            <w:r w:rsidRPr="00E1569E">
              <w:rPr>
                <w:b/>
                <w:bCs/>
                <w:i/>
                <w:iCs/>
              </w:rPr>
              <w:t>.</w:t>
            </w:r>
            <w:r w:rsidRPr="00E1569E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Audit trail records include but are not limited to </w:t>
            </w:r>
            <w:proofErr w:type="gramStart"/>
            <w:r>
              <w:rPr>
                <w:i/>
                <w:iCs/>
              </w:rPr>
              <w:t>purchase</w:t>
            </w:r>
            <w:proofErr w:type="gramEnd"/>
            <w:r>
              <w:rPr>
                <w:i/>
                <w:iCs/>
              </w:rPr>
              <w:t xml:space="preserve"> invoices, contracts, storage records, labels, sales invoices, organic certificates, bills of lading, and other transport documents.  </w:t>
            </w:r>
          </w:p>
          <w:p w14:paraId="2736DE6A" w14:textId="77777777" w:rsidR="00DB0FDE" w:rsidRDefault="00DB0FDE" w:rsidP="00DB0FDE">
            <w:pPr>
              <w:rPr>
                <w:i/>
                <w:iCs/>
              </w:rPr>
            </w:pPr>
          </w:p>
          <w:p w14:paraId="7EC0723D" w14:textId="77777777" w:rsidR="00097F5E" w:rsidRPr="00E1569E" w:rsidRDefault="00097F5E" w:rsidP="00DB0FDE">
            <w:pPr>
              <w:rPr>
                <w:i/>
                <w:iCs/>
              </w:rPr>
            </w:pPr>
          </w:p>
          <w:p w14:paraId="4EAEB0B0" w14:textId="77777777" w:rsidR="00954743" w:rsidRDefault="00DB0FDE" w:rsidP="00DB0FDE">
            <w:pPr>
              <w:rPr>
                <w:i/>
                <w:iCs/>
              </w:rPr>
            </w:pPr>
            <w:r w:rsidRPr="00E1569E">
              <w:rPr>
                <w:i/>
                <w:iCs/>
              </w:rPr>
              <w:lastRenderedPageBreak/>
              <w:t>Audit trail documentation must</w:t>
            </w:r>
            <w:r w:rsidR="00AB33C9">
              <w:rPr>
                <w:i/>
                <w:iCs/>
              </w:rPr>
              <w:t>:</w:t>
            </w:r>
          </w:p>
          <w:p w14:paraId="7DB30762" w14:textId="5CC06B03" w:rsidR="00AB33C9" w:rsidRDefault="00BC3F74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="00AB33C9">
              <w:rPr>
                <w:i/>
                <w:iCs/>
              </w:rPr>
              <w:t xml:space="preserve">dentify </w:t>
            </w:r>
            <w:r w:rsidR="00EB60E0">
              <w:rPr>
                <w:i/>
                <w:iCs/>
              </w:rPr>
              <w:t xml:space="preserve">livestock and livestock products as </w:t>
            </w:r>
            <w:r w:rsidR="00EB60E0" w:rsidRPr="006902D2">
              <w:rPr>
                <w:b/>
                <w:bCs/>
                <w:i/>
                <w:iCs/>
              </w:rPr>
              <w:t>organic</w:t>
            </w:r>
          </w:p>
          <w:p w14:paraId="47D11F60" w14:textId="77777777" w:rsidR="00BC3F74" w:rsidRDefault="00BC3F74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link back to the last certified operation in the supply chain that handled the organic product</w:t>
            </w:r>
          </w:p>
          <w:p w14:paraId="5A6597BD" w14:textId="2F0E7FEA" w:rsidR="006F0237" w:rsidRDefault="006F0237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be linked to the </w:t>
            </w:r>
            <w:r w:rsidR="00B51FC2">
              <w:rPr>
                <w:i/>
                <w:iCs/>
              </w:rPr>
              <w:t>organic product</w:t>
            </w:r>
            <w:r>
              <w:rPr>
                <w:i/>
                <w:iCs/>
              </w:rPr>
              <w:t xml:space="preserve"> via lot number, shipping identification, or other unique identification</w:t>
            </w:r>
          </w:p>
          <w:p w14:paraId="38DA2552" w14:textId="77777777" w:rsidR="00BC3F74" w:rsidRDefault="007E2B28" w:rsidP="00AB33C9">
            <w:pPr>
              <w:pStyle w:val="ListParagraph"/>
              <w:numPr>
                <w:ilvl w:val="0"/>
                <w:numId w:val="40"/>
              </w:numPr>
              <w:rPr>
                <w:i/>
                <w:iCs/>
              </w:rPr>
            </w:pPr>
            <w:r>
              <w:rPr>
                <w:i/>
                <w:iCs/>
              </w:rPr>
              <w:t>be sufficient to determine the source, transfer of ownership, and transportation of the organic product</w:t>
            </w:r>
            <w:r w:rsidR="00BC3F74">
              <w:rPr>
                <w:i/>
                <w:iCs/>
              </w:rPr>
              <w:t xml:space="preserve"> </w:t>
            </w:r>
          </w:p>
          <w:p w14:paraId="0CD8EF7D" w14:textId="0B657D8F" w:rsidR="00E139D9" w:rsidRPr="00AB33C9" w:rsidRDefault="00E139D9" w:rsidP="00E139D9">
            <w:pPr>
              <w:pStyle w:val="ListParagraph"/>
              <w:rPr>
                <w:i/>
                <w:iCs/>
              </w:rPr>
            </w:pPr>
          </w:p>
        </w:tc>
      </w:tr>
      <w:tr w:rsidR="00B324D7" w:rsidRPr="00484889" w14:paraId="4B1E5B8B" w14:textId="77777777" w:rsidTr="00C52C62">
        <w:trPr>
          <w:trHeight w:val="2358"/>
          <w:jc w:val="center"/>
        </w:trPr>
        <w:tc>
          <w:tcPr>
            <w:tcW w:w="1106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949BB5" w14:textId="3079D119" w:rsidR="00447CE5" w:rsidRDefault="00844900" w:rsidP="00706857">
            <w:pPr>
              <w:pStyle w:val="ListParagraph"/>
              <w:numPr>
                <w:ilvl w:val="0"/>
                <w:numId w:val="42"/>
              </w:numPr>
              <w:rPr>
                <w:bCs/>
              </w:rPr>
            </w:pPr>
            <w:r w:rsidRPr="00844900">
              <w:rPr>
                <w:bCs/>
              </w:rPr>
              <w:lastRenderedPageBreak/>
              <w:t xml:space="preserve">Describe or attach a diagram of how your audit trail system tracks finished products from the last certified operation (purchasing) through transport, storage, receiving, production or packing to final outbound shipping or invoice.  </w:t>
            </w:r>
            <w:r w:rsidR="00447CE5" w:rsidRPr="00447CE5">
              <w:rPr>
                <w:b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CE5" w:rsidRPr="00447CE5">
              <w:rPr>
                <w:b/>
                <w:iCs/>
              </w:rPr>
              <w:instrText xml:space="preserve"> FORMCHECKBOX </w:instrText>
            </w:r>
            <w:r w:rsidR="00447CE5" w:rsidRPr="00447CE5">
              <w:rPr>
                <w:b/>
                <w:iCs/>
              </w:rPr>
            </w:r>
            <w:r w:rsidR="00447CE5" w:rsidRPr="00447CE5">
              <w:rPr>
                <w:b/>
                <w:iCs/>
              </w:rPr>
              <w:fldChar w:fldCharType="separate"/>
            </w:r>
            <w:r w:rsidR="00447CE5" w:rsidRPr="00447CE5">
              <w:rPr>
                <w:b/>
                <w:iCs/>
              </w:rPr>
              <w:fldChar w:fldCharType="end"/>
            </w:r>
            <w:r w:rsidR="00447CE5" w:rsidRPr="00447CE5">
              <w:rPr>
                <w:b/>
                <w:iCs/>
              </w:rPr>
              <w:t xml:space="preserve">  Attached</w:t>
            </w:r>
            <w:r w:rsidRPr="00844900">
              <w:rPr>
                <w:bCs/>
              </w:rPr>
              <w:t xml:space="preserve">  </w:t>
            </w:r>
          </w:p>
          <w:p w14:paraId="3332AF8E" w14:textId="11E4A45A" w:rsidR="00EE2168" w:rsidRDefault="00EE2168" w:rsidP="00EE2168">
            <w:pPr>
              <w:pStyle w:val="ListParagraph"/>
              <w:ind w:left="360"/>
              <w:rPr>
                <w:bCs/>
              </w:rPr>
            </w:pP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0883E53F" w14:textId="4AEA3233" w:rsidR="00844900" w:rsidRDefault="00844900" w:rsidP="00447CE5">
            <w:pPr>
              <w:pStyle w:val="ListParagraph"/>
              <w:ind w:left="360"/>
              <w:rPr>
                <w:bCs/>
              </w:rPr>
            </w:pPr>
            <w:r w:rsidRPr="00844900">
              <w:rPr>
                <w:bCs/>
              </w:rPr>
              <w:t xml:space="preserve">    </w:t>
            </w:r>
          </w:p>
          <w:p w14:paraId="65F5A193" w14:textId="77777777" w:rsidR="00596238" w:rsidRDefault="00596238" w:rsidP="00447CE5">
            <w:pPr>
              <w:pStyle w:val="ListParagraph"/>
              <w:ind w:left="360"/>
              <w:rPr>
                <w:bCs/>
              </w:rPr>
            </w:pPr>
          </w:p>
          <w:p w14:paraId="2D442FA1" w14:textId="77777777" w:rsidR="00596238" w:rsidRDefault="00596238" w:rsidP="00447CE5">
            <w:pPr>
              <w:pStyle w:val="ListParagraph"/>
              <w:ind w:left="360"/>
              <w:rPr>
                <w:bCs/>
              </w:rPr>
            </w:pPr>
          </w:p>
          <w:p w14:paraId="152A12A7" w14:textId="77777777" w:rsidR="004F7213" w:rsidRDefault="004F7213" w:rsidP="00447CE5">
            <w:pPr>
              <w:pStyle w:val="ListParagraph"/>
              <w:ind w:left="360"/>
              <w:rPr>
                <w:bCs/>
              </w:rPr>
            </w:pPr>
          </w:p>
          <w:p w14:paraId="3B7A2D9F" w14:textId="77777777" w:rsidR="004F7213" w:rsidRDefault="004F7213" w:rsidP="00447CE5">
            <w:pPr>
              <w:pStyle w:val="ListParagraph"/>
              <w:ind w:left="360"/>
              <w:rPr>
                <w:bCs/>
              </w:rPr>
            </w:pPr>
          </w:p>
          <w:p w14:paraId="20D4E79C" w14:textId="77777777" w:rsidR="004F7213" w:rsidRPr="00844900" w:rsidRDefault="004F7213" w:rsidP="00447CE5">
            <w:pPr>
              <w:pStyle w:val="ListParagraph"/>
              <w:ind w:left="360"/>
              <w:rPr>
                <w:bCs/>
              </w:rPr>
            </w:pPr>
          </w:p>
          <w:p w14:paraId="17D39F39" w14:textId="5B187390" w:rsidR="00B324D7" w:rsidRDefault="003676BD" w:rsidP="0012144B">
            <w:pPr>
              <w:pStyle w:val="ListParagraph"/>
              <w:numPr>
                <w:ilvl w:val="0"/>
                <w:numId w:val="42"/>
              </w:numPr>
              <w:rPr>
                <w:bCs/>
              </w:rPr>
            </w:pPr>
            <w:r>
              <w:rPr>
                <w:bCs/>
              </w:rPr>
              <w:t xml:space="preserve">Describe the records and system used to track inventory of </w:t>
            </w:r>
            <w:r w:rsidR="008F1AEE">
              <w:rPr>
                <w:bCs/>
              </w:rPr>
              <w:t xml:space="preserve">livestock and/or livestock </w:t>
            </w:r>
            <w:r>
              <w:rPr>
                <w:bCs/>
              </w:rPr>
              <w:t>products</w:t>
            </w:r>
            <w:r w:rsidR="00FF7B8D">
              <w:rPr>
                <w:bCs/>
              </w:rPr>
              <w:t xml:space="preserve"> (in/out balance), including how often inventory is conducted and recorded. You may attach sample</w:t>
            </w:r>
            <w:r w:rsidR="00101F9E">
              <w:rPr>
                <w:bCs/>
              </w:rPr>
              <w:t xml:space="preserve"> documents to illustrate</w:t>
            </w:r>
            <w:r w:rsidR="008F1AEE">
              <w:rPr>
                <w:bCs/>
              </w:rPr>
              <w:t xml:space="preserve"> your</w:t>
            </w:r>
            <w:r w:rsidR="00101F9E">
              <w:rPr>
                <w:bCs/>
              </w:rPr>
              <w:t xml:space="preserve"> system (</w:t>
            </w:r>
            <w:r w:rsidR="00EE2168">
              <w:rPr>
                <w:bCs/>
              </w:rPr>
              <w:t>e.g.</w:t>
            </w:r>
            <w:r w:rsidR="00101F9E">
              <w:rPr>
                <w:bCs/>
              </w:rPr>
              <w:t xml:space="preserve">, monthly log of beginning and ending inventory). </w:t>
            </w:r>
            <w:r w:rsidR="00EE2168" w:rsidRPr="00447CE5">
              <w:rPr>
                <w:b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2168" w:rsidRPr="00447CE5">
              <w:rPr>
                <w:b/>
                <w:iCs/>
              </w:rPr>
              <w:instrText xml:space="preserve"> FORMCHECKBOX </w:instrText>
            </w:r>
            <w:r w:rsidR="00EE2168" w:rsidRPr="00447CE5">
              <w:rPr>
                <w:b/>
                <w:iCs/>
              </w:rPr>
            </w:r>
            <w:r w:rsidR="00EE2168" w:rsidRPr="00447CE5">
              <w:rPr>
                <w:b/>
                <w:iCs/>
              </w:rPr>
              <w:fldChar w:fldCharType="separate"/>
            </w:r>
            <w:r w:rsidR="00EE2168" w:rsidRPr="00447CE5">
              <w:rPr>
                <w:b/>
                <w:iCs/>
              </w:rPr>
              <w:fldChar w:fldCharType="end"/>
            </w:r>
            <w:r w:rsidR="00EE2168" w:rsidRPr="00447CE5">
              <w:rPr>
                <w:b/>
                <w:iCs/>
              </w:rPr>
              <w:t xml:space="preserve">  Attached</w:t>
            </w:r>
            <w:r w:rsidR="00EE2168" w:rsidRPr="00844900">
              <w:rPr>
                <w:bCs/>
              </w:rPr>
              <w:t xml:space="preserve">  </w:t>
            </w:r>
          </w:p>
          <w:p w14:paraId="1CFC911F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76AEDFB0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59A155CC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76F1C085" w14:textId="77777777" w:rsidR="00EE2168" w:rsidRDefault="00EE2168" w:rsidP="00EE2168">
            <w:pPr>
              <w:pStyle w:val="ListParagraph"/>
              <w:ind w:left="360"/>
              <w:rPr>
                <w:rFonts w:ascii="Garamond" w:hAnsi="Garamond" w:cs="Arabic Typesetting"/>
                <w:bCs/>
                <w:iCs/>
              </w:rPr>
            </w:pPr>
          </w:p>
          <w:p w14:paraId="00BD012D" w14:textId="77777777" w:rsidR="00EE2168" w:rsidRPr="00706857" w:rsidRDefault="00EE2168" w:rsidP="00C52C62">
            <w:pPr>
              <w:pStyle w:val="ListParagraph"/>
              <w:numPr>
                <w:ilvl w:val="0"/>
                <w:numId w:val="42"/>
              </w:numPr>
              <w:spacing w:after="120"/>
              <w:contextualSpacing w:val="0"/>
              <w:rPr>
                <w:bCs/>
              </w:rPr>
            </w:pPr>
            <w:r w:rsidRPr="00EE2168">
              <w:rPr>
                <w:rFonts w:cs="Arabic Typesetting"/>
                <w:bCs/>
                <w:iCs/>
              </w:rPr>
              <w:t xml:space="preserve">Does your audit trail documentation identify all agricultural products as “100% Organic”, or “Organic”? </w:t>
            </w:r>
            <w:r w:rsidRPr="00EE216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168">
              <w:rPr>
                <w:bCs/>
                <w:iCs/>
              </w:rPr>
              <w:instrText xml:space="preserve"> FORMCHECKBOX </w:instrText>
            </w:r>
            <w:r w:rsidRPr="00EE2168">
              <w:rPr>
                <w:bCs/>
                <w:iCs/>
              </w:rPr>
            </w:r>
            <w:r w:rsidRPr="00EE2168">
              <w:rPr>
                <w:bCs/>
                <w:iCs/>
              </w:rPr>
              <w:fldChar w:fldCharType="separate"/>
            </w:r>
            <w:r w:rsidRPr="00EE2168">
              <w:rPr>
                <w:bCs/>
                <w:iCs/>
              </w:rPr>
              <w:fldChar w:fldCharType="end"/>
            </w:r>
            <w:r w:rsidRPr="00EE2168">
              <w:rPr>
                <w:bCs/>
                <w:iCs/>
              </w:rPr>
              <w:t xml:space="preserve"> Yes   </w:t>
            </w:r>
            <w:r w:rsidRPr="00EE216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2168">
              <w:rPr>
                <w:bCs/>
                <w:iCs/>
              </w:rPr>
              <w:instrText xml:space="preserve"> FORMCHECKBOX </w:instrText>
            </w:r>
            <w:r w:rsidRPr="00EE2168">
              <w:rPr>
                <w:bCs/>
                <w:iCs/>
              </w:rPr>
            </w:r>
            <w:r w:rsidRPr="00EE2168">
              <w:rPr>
                <w:bCs/>
                <w:iCs/>
              </w:rPr>
              <w:fldChar w:fldCharType="separate"/>
            </w:r>
            <w:r w:rsidRPr="00EE2168">
              <w:rPr>
                <w:bCs/>
                <w:iCs/>
              </w:rPr>
              <w:fldChar w:fldCharType="end"/>
            </w:r>
            <w:r w:rsidRPr="00EE2168">
              <w:rPr>
                <w:bCs/>
                <w:iCs/>
              </w:rPr>
              <w:t xml:space="preserve"> No</w:t>
            </w:r>
          </w:p>
          <w:p w14:paraId="2E4F383D" w14:textId="3D3E505C" w:rsidR="00706857" w:rsidRPr="0012144B" w:rsidRDefault="00706857" w:rsidP="0012144B">
            <w:pPr>
              <w:pStyle w:val="ListParagraph"/>
              <w:numPr>
                <w:ilvl w:val="0"/>
                <w:numId w:val="42"/>
              </w:numPr>
              <w:spacing w:after="120"/>
              <w:rPr>
                <w:iCs/>
              </w:rPr>
            </w:pPr>
            <w:r w:rsidRPr="0012144B">
              <w:rPr>
                <w:rFonts w:cs="Arabic Typesetting"/>
                <w:iCs/>
              </w:rPr>
              <w:t xml:space="preserve">If using lot numbers, describe below your lot numbering system used to link your audit trail and track organic </w:t>
            </w:r>
            <w:r w:rsidR="00F908E5">
              <w:rPr>
                <w:rFonts w:cs="Arabic Typesetting"/>
                <w:iCs/>
              </w:rPr>
              <w:t>livestock</w:t>
            </w:r>
            <w:r w:rsidRPr="0012144B">
              <w:rPr>
                <w:rFonts w:cs="Arabic Typesetting"/>
                <w:iCs/>
              </w:rPr>
              <w:t>/products.</w:t>
            </w:r>
          </w:p>
          <w:p w14:paraId="6333A586" w14:textId="77777777" w:rsidR="00706857" w:rsidRDefault="00706857" w:rsidP="00BD0B5F">
            <w:pPr>
              <w:pStyle w:val="ListParagraph"/>
              <w:spacing w:after="120"/>
              <w:ind w:left="360"/>
              <w:contextualSpacing w:val="0"/>
              <w:rPr>
                <w:i/>
              </w:rPr>
            </w:pPr>
            <w:r w:rsidRPr="009E3C21">
              <w:rPr>
                <w:i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3C21">
              <w:rPr>
                <w:i/>
              </w:rPr>
              <w:instrText xml:space="preserve"> FORMCHECKBOX </w:instrText>
            </w:r>
            <w:r w:rsidRPr="009E3C21">
              <w:rPr>
                <w:i/>
              </w:rPr>
            </w:r>
            <w:r w:rsidRPr="009E3C21">
              <w:rPr>
                <w:i/>
              </w:rPr>
              <w:fldChar w:fldCharType="separate"/>
            </w:r>
            <w:r w:rsidRPr="009E3C21">
              <w:rPr>
                <w:i/>
              </w:rPr>
              <w:fldChar w:fldCharType="end"/>
            </w:r>
            <w:r w:rsidRPr="009E3C21">
              <w:rPr>
                <w:i/>
              </w:rPr>
              <w:t xml:space="preserve"> N/A, I do not use lot numbers</w:t>
            </w:r>
          </w:p>
          <w:tbl>
            <w:tblPr>
              <w:tblStyle w:val="TableGrid"/>
              <w:tblW w:w="0" w:type="auto"/>
              <w:tblInd w:w="537" w:type="dxa"/>
              <w:tblLook w:val="04A0" w:firstRow="1" w:lastRow="0" w:firstColumn="1" w:lastColumn="0" w:noHBand="0" w:noVBand="1"/>
            </w:tblPr>
            <w:tblGrid>
              <w:gridCol w:w="1898"/>
              <w:gridCol w:w="1227"/>
              <w:gridCol w:w="2250"/>
              <w:gridCol w:w="1350"/>
              <w:gridCol w:w="2769"/>
            </w:tblGrid>
            <w:tr w:rsidR="0034420C" w14:paraId="1323E5E3" w14:textId="77777777" w:rsidTr="00393BEC">
              <w:tc>
                <w:tcPr>
                  <w:tcW w:w="9494" w:type="dxa"/>
                  <w:gridSpan w:val="5"/>
                  <w:shd w:val="clear" w:color="auto" w:fill="D9D9D9" w:themeFill="background1" w:themeFillShade="D9"/>
                  <w:vAlign w:val="bottom"/>
                </w:tcPr>
                <w:p w14:paraId="34F76D2B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EXAMPLE:</w:t>
                  </w:r>
                  <w:r>
                    <w:rPr>
                      <w:b/>
                      <w:bCs/>
                      <w:i/>
                    </w:rPr>
                    <w:t xml:space="preserve"> 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24281O06</w:t>
                  </w:r>
                </w:p>
              </w:tc>
            </w:tr>
            <w:tr w:rsidR="0034420C" w14:paraId="0FCC7AB5" w14:textId="77777777" w:rsidTr="00393BEC"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6336F214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Code</w:t>
                  </w:r>
                  <w:r>
                    <w:rPr>
                      <w:i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4DF1E772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5448D5C2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281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093D490C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O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0F281579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06</w:t>
                  </w:r>
                </w:p>
              </w:tc>
            </w:tr>
            <w:tr w:rsidR="0034420C" w14:paraId="3A4E91E4" w14:textId="77777777" w:rsidTr="00393BEC"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328C2AA0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464C10CB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Cs/>
                    </w:rPr>
                  </w:pPr>
                  <w:r>
                    <w:rPr>
                      <w:iCs/>
                    </w:rPr>
                    <w:t>Year: 2024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6F2D1F53" w14:textId="405A31CD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 xml:space="preserve">Julian date of </w:t>
                  </w:r>
                  <w:r w:rsidR="00750540">
                    <w:rPr>
                      <w:i/>
                    </w:rPr>
                    <w:t>production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31179C5A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ORGANIC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71D6036E" w14:textId="75D8FCE7" w:rsidR="0034420C" w:rsidRDefault="00750540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>
                    <w:rPr>
                      <w:i/>
                    </w:rPr>
                    <w:t>Plant location</w:t>
                  </w:r>
                </w:p>
              </w:tc>
            </w:tr>
          </w:tbl>
          <w:p w14:paraId="733FA646" w14:textId="77777777" w:rsidR="0034420C" w:rsidRPr="009E3C21" w:rsidRDefault="0034420C" w:rsidP="0034420C">
            <w:pPr>
              <w:pStyle w:val="ListParagraph"/>
              <w:spacing w:after="120"/>
              <w:ind w:left="1080"/>
              <w:contextualSpacing w:val="0"/>
              <w:rPr>
                <w:i/>
              </w:rPr>
            </w:pPr>
          </w:p>
          <w:tbl>
            <w:tblPr>
              <w:tblStyle w:val="TableGrid"/>
              <w:tblW w:w="0" w:type="auto"/>
              <w:tblInd w:w="537" w:type="dxa"/>
              <w:tblLook w:val="04A0" w:firstRow="1" w:lastRow="0" w:firstColumn="1" w:lastColumn="0" w:noHBand="0" w:noVBand="1"/>
            </w:tblPr>
            <w:tblGrid>
              <w:gridCol w:w="1898"/>
              <w:gridCol w:w="1227"/>
              <w:gridCol w:w="2250"/>
              <w:gridCol w:w="1350"/>
              <w:gridCol w:w="2769"/>
            </w:tblGrid>
            <w:tr w:rsidR="0034420C" w14:paraId="44C86BE8" w14:textId="77777777" w:rsidTr="00393BEC">
              <w:tc>
                <w:tcPr>
                  <w:tcW w:w="9494" w:type="dxa"/>
                  <w:gridSpan w:val="5"/>
                  <w:shd w:val="clear" w:color="auto" w:fill="FFFFFF" w:themeFill="background1"/>
                  <w:vAlign w:val="bottom"/>
                </w:tcPr>
                <w:p w14:paraId="6BDAD273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>
                    <w:rPr>
                      <w:b/>
                      <w:bCs/>
                      <w:i/>
                    </w:rPr>
                    <w:t>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34420C" w14:paraId="67DC1AE9" w14:textId="77777777" w:rsidTr="00393BEC"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57E06CEF" w14:textId="77777777" w:rsidR="0034420C" w:rsidRPr="006B1F60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Code</w:t>
                  </w:r>
                  <w:r w:rsidRPr="006B1F60">
                    <w:rPr>
                      <w:iCs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57BFFBDE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7B2E54D4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3B793969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349C364E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34420C" w14:paraId="03A6C48D" w14:textId="77777777" w:rsidTr="00393BEC"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02014EEA" w14:textId="77777777" w:rsidR="0034420C" w:rsidRPr="006B1F60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b/>
                      <w:bCs/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073D1A90" w14:textId="77777777" w:rsidR="0034420C" w:rsidRPr="00C87F05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Cs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4E30B897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3E26651E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62020C82" w14:textId="77777777" w:rsidR="0034420C" w:rsidRDefault="0034420C" w:rsidP="0034420C">
                  <w:pPr>
                    <w:pStyle w:val="ListParagraph"/>
                    <w:spacing w:after="12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14B470AD" w14:textId="77777777" w:rsidR="00F823A8" w:rsidRDefault="00F823A8" w:rsidP="0034420C">
            <w:pPr>
              <w:spacing w:after="120"/>
              <w:rPr>
                <w:i/>
              </w:rPr>
            </w:pPr>
          </w:p>
          <w:p w14:paraId="45098B58" w14:textId="1AA28557" w:rsidR="00F823A8" w:rsidRPr="000C06B7" w:rsidRDefault="00F823A8" w:rsidP="00F823A8">
            <w:pPr>
              <w:pStyle w:val="ListParagraph"/>
              <w:keepNext/>
              <w:pageBreakBefore/>
              <w:numPr>
                <w:ilvl w:val="0"/>
                <w:numId w:val="42"/>
              </w:numPr>
              <w:rPr>
                <w:bCs/>
              </w:rPr>
            </w:pPr>
            <w:r w:rsidRPr="00F823A8">
              <w:rPr>
                <w:bCs/>
              </w:rPr>
              <w:t>Do you purchase organic ingredients or organic</w:t>
            </w:r>
            <w:r w:rsidR="006B638E">
              <w:rPr>
                <w:bCs/>
              </w:rPr>
              <w:t xml:space="preserve"> products from </w:t>
            </w:r>
            <w:r w:rsidRPr="00F823A8">
              <w:rPr>
                <w:bCs/>
              </w:rPr>
              <w:t xml:space="preserve">uncertified (exempt) </w:t>
            </w:r>
            <w:r w:rsidR="006B638E">
              <w:rPr>
                <w:bCs/>
              </w:rPr>
              <w:t>handlers (e.g., brokers, traders, distributors)</w:t>
            </w:r>
            <w:r w:rsidRPr="00F823A8">
              <w:rPr>
                <w:bCs/>
              </w:rPr>
              <w:t xml:space="preserve">?   </w:t>
            </w:r>
            <w:r w:rsidRPr="00F823A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3A8">
              <w:rPr>
                <w:bCs/>
                <w:iCs/>
              </w:rPr>
              <w:instrText xml:space="preserve"> FORMCHECKBOX </w:instrText>
            </w:r>
            <w:r w:rsidRPr="00F823A8">
              <w:rPr>
                <w:bCs/>
                <w:iCs/>
              </w:rPr>
            </w:r>
            <w:r w:rsidRPr="00F823A8">
              <w:rPr>
                <w:bCs/>
                <w:iCs/>
              </w:rPr>
              <w:fldChar w:fldCharType="separate"/>
            </w:r>
            <w:r w:rsidRPr="00F823A8">
              <w:rPr>
                <w:bCs/>
                <w:iCs/>
              </w:rPr>
              <w:fldChar w:fldCharType="end"/>
            </w:r>
            <w:r w:rsidRPr="00F823A8">
              <w:rPr>
                <w:bCs/>
                <w:iCs/>
              </w:rPr>
              <w:t xml:space="preserve"> Yes</w:t>
            </w:r>
            <w:r w:rsidR="0099652D">
              <w:rPr>
                <w:bCs/>
                <w:iCs/>
              </w:rPr>
              <w:t xml:space="preserve">. </w:t>
            </w:r>
            <w:r w:rsidR="0099652D" w:rsidRPr="0099652D">
              <w:rPr>
                <w:bCs/>
                <w:i/>
              </w:rPr>
              <w:t xml:space="preserve">Submit a completed </w:t>
            </w:r>
            <w:r w:rsidR="0099652D" w:rsidRPr="0099652D">
              <w:rPr>
                <w:b/>
                <w:i/>
              </w:rPr>
              <w:t>Exempt Handler Affidavit</w:t>
            </w:r>
            <w:r w:rsidR="0099652D" w:rsidRPr="0099652D">
              <w:rPr>
                <w:bCs/>
                <w:i/>
              </w:rPr>
              <w:t xml:space="preserve"> for each uncertified handler.</w:t>
            </w:r>
            <w:r w:rsidRPr="00F823A8">
              <w:rPr>
                <w:bCs/>
                <w:iCs/>
              </w:rPr>
              <w:t xml:space="preserve">   </w:t>
            </w:r>
            <w:r w:rsidRPr="00F823A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3A8">
              <w:rPr>
                <w:bCs/>
                <w:iCs/>
              </w:rPr>
              <w:instrText xml:space="preserve"> FORMCHECKBOX </w:instrText>
            </w:r>
            <w:r w:rsidRPr="00F823A8">
              <w:rPr>
                <w:bCs/>
                <w:iCs/>
              </w:rPr>
            </w:r>
            <w:r w:rsidRPr="00F823A8">
              <w:rPr>
                <w:bCs/>
                <w:iCs/>
              </w:rPr>
              <w:fldChar w:fldCharType="separate"/>
            </w:r>
            <w:r w:rsidRPr="00F823A8">
              <w:rPr>
                <w:bCs/>
                <w:iCs/>
              </w:rPr>
              <w:fldChar w:fldCharType="end"/>
            </w:r>
            <w:r w:rsidRPr="00F823A8">
              <w:rPr>
                <w:bCs/>
                <w:iCs/>
              </w:rPr>
              <w:t xml:space="preserve"> No</w:t>
            </w:r>
          </w:p>
          <w:p w14:paraId="37FBCA34" w14:textId="77777777" w:rsidR="00F823A8" w:rsidRPr="006C7370" w:rsidRDefault="00F823A8" w:rsidP="006C7370">
            <w:pPr>
              <w:pStyle w:val="ListParagraph"/>
              <w:keepNext/>
              <w:pageBreakBefore/>
              <w:numPr>
                <w:ilvl w:val="1"/>
                <w:numId w:val="42"/>
              </w:numPr>
              <w:rPr>
                <w:bCs/>
              </w:rPr>
            </w:pPr>
            <w:r w:rsidRPr="001F5654">
              <w:rPr>
                <w:bCs/>
              </w:rPr>
              <w:t xml:space="preserve">If yes, how do you </w:t>
            </w:r>
            <w:r w:rsidR="003A6600" w:rsidRPr="001F5654">
              <w:rPr>
                <w:bCs/>
              </w:rPr>
              <w:t>ensure</w:t>
            </w:r>
            <w:r w:rsidRPr="001F5654">
              <w:rPr>
                <w:bCs/>
              </w:rPr>
              <w:t xml:space="preserve"> records are traceable back to the last certified operation in the supply chain? </w:t>
            </w:r>
            <w:r w:rsidRPr="001F5654">
              <w:rPr>
                <w:bCs/>
              </w:rPr>
              <w:br/>
            </w:r>
            <w:r w:rsidRPr="001F5654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F5654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1F5654">
              <w:rPr>
                <w:rFonts w:ascii="Garamond" w:hAnsi="Garamond" w:cs="Arabic Typesetting"/>
                <w:bCs/>
                <w:iCs/>
              </w:rPr>
            </w:r>
            <w:r w:rsidRPr="001F5654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1F5654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F3B85BC" w14:textId="77777777" w:rsidR="006C7370" w:rsidRDefault="006C7370" w:rsidP="006C7370">
            <w:pPr>
              <w:pStyle w:val="ListParagraph"/>
              <w:keepNext/>
              <w:pageBreakBefore/>
              <w:ind w:left="1440"/>
              <w:rPr>
                <w:bCs/>
              </w:rPr>
            </w:pPr>
          </w:p>
          <w:p w14:paraId="162CD882" w14:textId="77777777" w:rsidR="00854613" w:rsidRDefault="00854613" w:rsidP="006C7370">
            <w:pPr>
              <w:pStyle w:val="ListParagraph"/>
              <w:keepNext/>
              <w:pageBreakBefore/>
              <w:ind w:left="1440"/>
              <w:rPr>
                <w:bCs/>
              </w:rPr>
            </w:pPr>
          </w:p>
          <w:p w14:paraId="6B933F74" w14:textId="77777777" w:rsidR="00854613" w:rsidRDefault="00854613" w:rsidP="006C7370">
            <w:pPr>
              <w:pStyle w:val="ListParagraph"/>
              <w:keepNext/>
              <w:pageBreakBefore/>
              <w:ind w:left="1440"/>
              <w:rPr>
                <w:bCs/>
              </w:rPr>
            </w:pPr>
          </w:p>
          <w:p w14:paraId="23312557" w14:textId="77777777" w:rsidR="00854613" w:rsidRPr="006C7370" w:rsidRDefault="00854613" w:rsidP="006C7370">
            <w:pPr>
              <w:pStyle w:val="ListParagraph"/>
              <w:keepNext/>
              <w:pageBreakBefore/>
              <w:ind w:left="1440"/>
              <w:rPr>
                <w:bCs/>
              </w:rPr>
            </w:pPr>
          </w:p>
          <w:p w14:paraId="47C0D0FD" w14:textId="466CCACD" w:rsidR="006C7370" w:rsidRPr="006C7370" w:rsidDel="0023031A" w:rsidRDefault="006C7370" w:rsidP="006C7370">
            <w:pPr>
              <w:pStyle w:val="ListParagraph"/>
              <w:keepNext/>
              <w:pageBreakBefore/>
              <w:numPr>
                <w:ilvl w:val="0"/>
                <w:numId w:val="42"/>
              </w:numPr>
              <w:spacing w:after="120"/>
              <w:contextualSpacing w:val="0"/>
            </w:pPr>
            <w:r w:rsidRPr="00E45CE0">
              <w:t xml:space="preserve">Does the audit trail documentation for nonretail containers identify the last certified operation that handled the agricultural product?   </w:t>
            </w:r>
            <w:r w:rsidRPr="00E45CE0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CE0">
              <w:rPr>
                <w:bCs/>
                <w:iCs/>
              </w:rPr>
              <w:instrText xml:space="preserve"> FORMCHECKBOX </w:instrText>
            </w:r>
            <w:r w:rsidRPr="00E45CE0">
              <w:rPr>
                <w:bCs/>
                <w:iCs/>
              </w:rPr>
            </w:r>
            <w:r w:rsidRPr="00E45CE0">
              <w:rPr>
                <w:bCs/>
                <w:iCs/>
              </w:rPr>
              <w:fldChar w:fldCharType="separate"/>
            </w:r>
            <w:r w:rsidRPr="00E45CE0">
              <w:rPr>
                <w:bCs/>
                <w:iCs/>
              </w:rPr>
              <w:fldChar w:fldCharType="end"/>
            </w:r>
            <w:r w:rsidRPr="00E45CE0">
              <w:rPr>
                <w:bCs/>
                <w:iCs/>
              </w:rPr>
              <w:t xml:space="preserve"> Yes   </w:t>
            </w:r>
            <w:r w:rsidRPr="00E45CE0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5CE0">
              <w:rPr>
                <w:bCs/>
                <w:iCs/>
              </w:rPr>
              <w:instrText xml:space="preserve"> FORMCHECKBOX </w:instrText>
            </w:r>
            <w:r w:rsidRPr="00E45CE0">
              <w:rPr>
                <w:bCs/>
                <w:iCs/>
              </w:rPr>
            </w:r>
            <w:r w:rsidRPr="00E45CE0">
              <w:rPr>
                <w:bCs/>
                <w:iCs/>
              </w:rPr>
              <w:fldChar w:fldCharType="separate"/>
            </w:r>
            <w:r w:rsidRPr="00E45CE0">
              <w:rPr>
                <w:bCs/>
                <w:iCs/>
              </w:rPr>
              <w:fldChar w:fldCharType="end"/>
            </w:r>
            <w:r w:rsidRPr="00E45CE0">
              <w:rPr>
                <w:bCs/>
                <w:iCs/>
              </w:rPr>
              <w:t xml:space="preserve"> No</w:t>
            </w: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EB9B7" w14:textId="77777777" w:rsidR="00A87CF5" w:rsidRDefault="00A87CF5">
      <w:r>
        <w:separator/>
      </w:r>
    </w:p>
  </w:endnote>
  <w:endnote w:type="continuationSeparator" w:id="0">
    <w:p w14:paraId="524397B5" w14:textId="77777777" w:rsidR="00A87CF5" w:rsidRDefault="00A87CF5">
      <w:r>
        <w:continuationSeparator/>
      </w:r>
    </w:p>
  </w:endnote>
  <w:endnote w:type="continuationNotice" w:id="1">
    <w:p w14:paraId="108A219B" w14:textId="77777777" w:rsidR="00A87CF5" w:rsidRDefault="00A87C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Garamond" w:hAnsi="Garamond"/>
        <w:sz w:val="20"/>
        <w:szCs w:val="20"/>
      </w:rPr>
      <w:id w:val="940563913"/>
      <w:docPartObj>
        <w:docPartGallery w:val="Page Numbers (Bottom of Page)"/>
        <w:docPartUnique/>
      </w:docPartObj>
    </w:sdtPr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CD0C5F1" w14:textId="163C1676" w:rsidR="008E741A" w:rsidRPr="008E741A" w:rsidRDefault="008E741A" w:rsidP="008E741A">
            <w:pPr>
              <w:pStyle w:val="Footer"/>
              <w:tabs>
                <w:tab w:val="clear" w:pos="4320"/>
                <w:tab w:val="clear" w:pos="8640"/>
              </w:tabs>
              <w:ind w:right="446"/>
              <w:jc w:val="center"/>
              <w:rPr>
                <w:rFonts w:ascii="Garamond" w:hAnsi="Garamond"/>
                <w:sz w:val="20"/>
                <w:szCs w:val="20"/>
              </w:rPr>
            </w:pPr>
            <w:r w:rsidRPr="008E741A">
              <w:rPr>
                <w:rFonts w:ascii="Garamond" w:hAnsi="Garamond"/>
                <w:sz w:val="20"/>
                <w:szCs w:val="20"/>
              </w:rPr>
              <w:t>1C3</w:t>
            </w:r>
            <w:r w:rsidR="00161783">
              <w:rPr>
                <w:rFonts w:ascii="Garamond" w:hAnsi="Garamond"/>
                <w:sz w:val="20"/>
                <w:szCs w:val="20"/>
              </w:rPr>
              <w:t>E12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, V1, </w:t>
            </w:r>
            <w:r w:rsidR="00F3185D">
              <w:rPr>
                <w:rFonts w:ascii="Garamond" w:hAnsi="Garamond"/>
                <w:sz w:val="20"/>
                <w:szCs w:val="20"/>
              </w:rPr>
              <w:t>1</w:t>
            </w:r>
            <w:r w:rsidR="00000A8E">
              <w:rPr>
                <w:rFonts w:ascii="Garamond" w:hAnsi="Garamond"/>
                <w:sz w:val="20"/>
                <w:szCs w:val="20"/>
              </w:rPr>
              <w:t>2</w:t>
            </w:r>
            <w:r w:rsidR="00F3185D">
              <w:rPr>
                <w:rFonts w:ascii="Garamond" w:hAnsi="Garamond"/>
                <w:sz w:val="20"/>
                <w:szCs w:val="20"/>
              </w:rPr>
              <w:t>/</w:t>
            </w:r>
            <w:r w:rsidR="00000A8E">
              <w:rPr>
                <w:rFonts w:ascii="Garamond" w:hAnsi="Garamond"/>
                <w:sz w:val="20"/>
                <w:szCs w:val="20"/>
              </w:rPr>
              <w:t>20</w:t>
            </w:r>
            <w:r w:rsidR="00F3185D">
              <w:rPr>
                <w:rFonts w:ascii="Garamond" w:hAnsi="Garamond"/>
                <w:sz w:val="20"/>
                <w:szCs w:val="20"/>
              </w:rPr>
              <w:t>/202</w:t>
            </w:r>
            <w:r w:rsidR="00000A8E">
              <w:rPr>
                <w:rFonts w:ascii="Garamond" w:hAnsi="Garamond"/>
                <w:sz w:val="20"/>
                <w:szCs w:val="20"/>
              </w:rPr>
              <w:t>4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D0150" w14:textId="77777777" w:rsidR="00A87CF5" w:rsidRDefault="00A87CF5">
      <w:r>
        <w:separator/>
      </w:r>
    </w:p>
  </w:footnote>
  <w:footnote w:type="continuationSeparator" w:id="0">
    <w:p w14:paraId="70EAF994" w14:textId="77777777" w:rsidR="00A87CF5" w:rsidRDefault="00A87CF5">
      <w:r>
        <w:continuationSeparator/>
      </w:r>
    </w:p>
  </w:footnote>
  <w:footnote w:type="continuationNotice" w:id="1">
    <w:p w14:paraId="16DD6E28" w14:textId="77777777" w:rsidR="00A87CF5" w:rsidRDefault="00A87C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34E3A116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 xml:space="preserve">Organic </w:t>
    </w:r>
    <w:r w:rsidR="00686142">
      <w:rPr>
        <w:rFonts w:ascii="Calibri" w:hAnsi="Calibri" w:cs="Calibri"/>
        <w:b/>
        <w:bCs/>
        <w:sz w:val="32"/>
        <w:szCs w:val="32"/>
      </w:rPr>
      <w:t>Livestock</w:t>
    </w:r>
    <w:r w:rsidRPr="00E42927">
      <w:rPr>
        <w:rFonts w:ascii="Calibri" w:hAnsi="Calibri" w:cs="Calibri"/>
        <w:b/>
        <w:bCs/>
        <w:sz w:val="32"/>
        <w:szCs w:val="32"/>
      </w:rPr>
      <w:t xml:space="preserve"> Plan</w:t>
    </w:r>
    <w:r w:rsidR="00B71CF8">
      <w:rPr>
        <w:rFonts w:ascii="Calibri" w:hAnsi="Calibri" w:cs="Calibri"/>
        <w:b/>
        <w:bCs/>
        <w:sz w:val="32"/>
        <w:szCs w:val="32"/>
      </w:rPr>
      <w:t xml:space="preserve"> (O</w:t>
    </w:r>
    <w:r w:rsidR="00686142">
      <w:rPr>
        <w:rFonts w:ascii="Calibri" w:hAnsi="Calibri" w:cs="Calibri"/>
        <w:b/>
        <w:bCs/>
        <w:sz w:val="32"/>
        <w:szCs w:val="32"/>
      </w:rPr>
      <w:t>L</w:t>
    </w:r>
    <w:r w:rsidR="00B71CF8">
      <w:rPr>
        <w:rFonts w:ascii="Calibri" w:hAnsi="Calibri" w:cs="Calibri"/>
        <w:b/>
        <w:bCs/>
        <w:sz w:val="32"/>
        <w:szCs w:val="32"/>
      </w:rPr>
      <w:t>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61312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3B7914" w:rsidP="008E741A">
    <w:pPr>
      <w:jc w:val="right"/>
      <w:rPr>
        <w:rFonts w:ascii="Calibri Light" w:hAnsi="Calibri Light" w:cs="Calibri Light"/>
        <w:szCs w:val="22"/>
      </w:rPr>
    </w:pPr>
    <w:hyperlink r:id="rId2" w:history="1">
      <w:r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35192"/>
    <w:multiLevelType w:val="hybridMultilevel"/>
    <w:tmpl w:val="D9CC0540"/>
    <w:lvl w:ilvl="0" w:tplc="C85601B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54338"/>
    <w:multiLevelType w:val="hybridMultilevel"/>
    <w:tmpl w:val="4BA0C2B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D0A75"/>
    <w:multiLevelType w:val="hybridMultilevel"/>
    <w:tmpl w:val="A38010D0"/>
    <w:lvl w:ilvl="0" w:tplc="52C6EFF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B23EB0"/>
    <w:multiLevelType w:val="hybridMultilevel"/>
    <w:tmpl w:val="006C8B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F0333"/>
    <w:multiLevelType w:val="hybridMultilevel"/>
    <w:tmpl w:val="6C56BB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0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206A8"/>
    <w:multiLevelType w:val="hybridMultilevel"/>
    <w:tmpl w:val="9D3A5724"/>
    <w:lvl w:ilvl="0" w:tplc="6B8EA32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F395E"/>
    <w:multiLevelType w:val="hybridMultilevel"/>
    <w:tmpl w:val="9D3A572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D4928"/>
    <w:multiLevelType w:val="hybridMultilevel"/>
    <w:tmpl w:val="A6128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40"/>
  </w:num>
  <w:num w:numId="2" w16cid:durableId="1049182217">
    <w:abstractNumId w:val="33"/>
  </w:num>
  <w:num w:numId="3" w16cid:durableId="1802110088">
    <w:abstractNumId w:val="20"/>
  </w:num>
  <w:num w:numId="4" w16cid:durableId="251666782">
    <w:abstractNumId w:val="28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6"/>
  </w:num>
  <w:num w:numId="16" w16cid:durableId="456686638">
    <w:abstractNumId w:val="15"/>
  </w:num>
  <w:num w:numId="17" w16cid:durableId="939917980">
    <w:abstractNumId w:val="23"/>
  </w:num>
  <w:num w:numId="18" w16cid:durableId="1696073736">
    <w:abstractNumId w:val="19"/>
  </w:num>
  <w:num w:numId="19" w16cid:durableId="1751391910">
    <w:abstractNumId w:val="12"/>
  </w:num>
  <w:num w:numId="20" w16cid:durableId="1161694474">
    <w:abstractNumId w:val="38"/>
  </w:num>
  <w:num w:numId="21" w16cid:durableId="1678574777">
    <w:abstractNumId w:val="13"/>
  </w:num>
  <w:num w:numId="22" w16cid:durableId="1209106061">
    <w:abstractNumId w:val="21"/>
  </w:num>
  <w:num w:numId="23" w16cid:durableId="972255355">
    <w:abstractNumId w:val="32"/>
  </w:num>
  <w:num w:numId="24" w16cid:durableId="131145826">
    <w:abstractNumId w:val="41"/>
  </w:num>
  <w:num w:numId="25" w16cid:durableId="2086948730">
    <w:abstractNumId w:val="29"/>
  </w:num>
  <w:num w:numId="26" w16cid:durableId="1188954963">
    <w:abstractNumId w:val="30"/>
  </w:num>
  <w:num w:numId="27" w16cid:durableId="895971202">
    <w:abstractNumId w:val="17"/>
  </w:num>
  <w:num w:numId="28" w16cid:durableId="34670001">
    <w:abstractNumId w:val="16"/>
  </w:num>
  <w:num w:numId="29" w16cid:durableId="274793865">
    <w:abstractNumId w:val="39"/>
  </w:num>
  <w:num w:numId="30" w16cid:durableId="1930112071">
    <w:abstractNumId w:val="34"/>
  </w:num>
  <w:num w:numId="31" w16cid:durableId="952786317">
    <w:abstractNumId w:val="27"/>
  </w:num>
  <w:num w:numId="32" w16cid:durableId="808134614">
    <w:abstractNumId w:val="26"/>
  </w:num>
  <w:num w:numId="33" w16cid:durableId="847522613">
    <w:abstractNumId w:val="25"/>
  </w:num>
  <w:num w:numId="34" w16cid:durableId="1353458633">
    <w:abstractNumId w:val="11"/>
  </w:num>
  <w:num w:numId="35" w16cid:durableId="2075548499">
    <w:abstractNumId w:val="24"/>
  </w:num>
  <w:num w:numId="36" w16cid:durableId="1962031336">
    <w:abstractNumId w:val="14"/>
  </w:num>
  <w:num w:numId="37" w16cid:durableId="1477070725">
    <w:abstractNumId w:val="31"/>
  </w:num>
  <w:num w:numId="38" w16cid:durableId="1181821360">
    <w:abstractNumId w:val="10"/>
  </w:num>
  <w:num w:numId="39" w16cid:durableId="1801456687">
    <w:abstractNumId w:val="18"/>
  </w:num>
  <w:num w:numId="40" w16cid:durableId="2061203509">
    <w:abstractNumId w:val="37"/>
  </w:num>
  <w:num w:numId="41" w16cid:durableId="317266271">
    <w:abstractNumId w:val="35"/>
  </w:num>
  <w:num w:numId="42" w16cid:durableId="961377968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tPjED0rQhC9M0ysT86Jm9bDPHbIYHm4qUNp2wQWp4nQI2qCoz7lQXfvCMnRdcRWNpUhX2IZB5tcGBFnBU/pXmg==" w:salt="ptD0PA1aXV6lB1MmQGCcyw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A8E"/>
    <w:rsid w:val="00000BB7"/>
    <w:rsid w:val="00000C3D"/>
    <w:rsid w:val="00003D9B"/>
    <w:rsid w:val="0001231F"/>
    <w:rsid w:val="000137BD"/>
    <w:rsid w:val="00014D4C"/>
    <w:rsid w:val="000163E8"/>
    <w:rsid w:val="00016408"/>
    <w:rsid w:val="0002028A"/>
    <w:rsid w:val="00022251"/>
    <w:rsid w:val="00022C21"/>
    <w:rsid w:val="00025A74"/>
    <w:rsid w:val="000261D2"/>
    <w:rsid w:val="00027601"/>
    <w:rsid w:val="00030CA7"/>
    <w:rsid w:val="00032E4E"/>
    <w:rsid w:val="00034CEC"/>
    <w:rsid w:val="00035319"/>
    <w:rsid w:val="00035B38"/>
    <w:rsid w:val="00035EC4"/>
    <w:rsid w:val="000366F2"/>
    <w:rsid w:val="00037668"/>
    <w:rsid w:val="00043873"/>
    <w:rsid w:val="000469F9"/>
    <w:rsid w:val="00047919"/>
    <w:rsid w:val="00047965"/>
    <w:rsid w:val="0005033B"/>
    <w:rsid w:val="00050421"/>
    <w:rsid w:val="000530CF"/>
    <w:rsid w:val="00054B87"/>
    <w:rsid w:val="00055406"/>
    <w:rsid w:val="00060846"/>
    <w:rsid w:val="00061307"/>
    <w:rsid w:val="0006420D"/>
    <w:rsid w:val="0006779F"/>
    <w:rsid w:val="0007604A"/>
    <w:rsid w:val="00077DD4"/>
    <w:rsid w:val="00080743"/>
    <w:rsid w:val="00086BA2"/>
    <w:rsid w:val="00090AF9"/>
    <w:rsid w:val="00095B94"/>
    <w:rsid w:val="00096E83"/>
    <w:rsid w:val="000970C0"/>
    <w:rsid w:val="0009786D"/>
    <w:rsid w:val="00097F5E"/>
    <w:rsid w:val="000A1858"/>
    <w:rsid w:val="000A2014"/>
    <w:rsid w:val="000A3576"/>
    <w:rsid w:val="000A3F01"/>
    <w:rsid w:val="000A4802"/>
    <w:rsid w:val="000A492E"/>
    <w:rsid w:val="000A541A"/>
    <w:rsid w:val="000A67EA"/>
    <w:rsid w:val="000B169E"/>
    <w:rsid w:val="000B22E9"/>
    <w:rsid w:val="000B3BAE"/>
    <w:rsid w:val="000B4556"/>
    <w:rsid w:val="000B67CA"/>
    <w:rsid w:val="000B6ABD"/>
    <w:rsid w:val="000B77F5"/>
    <w:rsid w:val="000C06B7"/>
    <w:rsid w:val="000C0D4E"/>
    <w:rsid w:val="000C149E"/>
    <w:rsid w:val="000C23EC"/>
    <w:rsid w:val="000C3660"/>
    <w:rsid w:val="000C3E56"/>
    <w:rsid w:val="000C59A1"/>
    <w:rsid w:val="000C7489"/>
    <w:rsid w:val="000D1FDC"/>
    <w:rsid w:val="000D238E"/>
    <w:rsid w:val="000D2E6D"/>
    <w:rsid w:val="000D40AC"/>
    <w:rsid w:val="000D4906"/>
    <w:rsid w:val="000D4B1F"/>
    <w:rsid w:val="000D725C"/>
    <w:rsid w:val="000E1719"/>
    <w:rsid w:val="000E235B"/>
    <w:rsid w:val="000E33AA"/>
    <w:rsid w:val="000E3431"/>
    <w:rsid w:val="000E565F"/>
    <w:rsid w:val="000E5AC4"/>
    <w:rsid w:val="000E5CD7"/>
    <w:rsid w:val="000E5E57"/>
    <w:rsid w:val="000E714A"/>
    <w:rsid w:val="000F08F6"/>
    <w:rsid w:val="000F132E"/>
    <w:rsid w:val="000F29B8"/>
    <w:rsid w:val="000F337D"/>
    <w:rsid w:val="000F6868"/>
    <w:rsid w:val="00101099"/>
    <w:rsid w:val="00101F9E"/>
    <w:rsid w:val="001025B4"/>
    <w:rsid w:val="00104CEC"/>
    <w:rsid w:val="00106372"/>
    <w:rsid w:val="00110E1F"/>
    <w:rsid w:val="00111D3B"/>
    <w:rsid w:val="001123FD"/>
    <w:rsid w:val="00112415"/>
    <w:rsid w:val="001137AD"/>
    <w:rsid w:val="00113F06"/>
    <w:rsid w:val="00116C31"/>
    <w:rsid w:val="00117D2B"/>
    <w:rsid w:val="0012144B"/>
    <w:rsid w:val="00122732"/>
    <w:rsid w:val="0012547D"/>
    <w:rsid w:val="00125E17"/>
    <w:rsid w:val="00133175"/>
    <w:rsid w:val="00133A7C"/>
    <w:rsid w:val="0013752B"/>
    <w:rsid w:val="00137FAE"/>
    <w:rsid w:val="001415B2"/>
    <w:rsid w:val="0014279D"/>
    <w:rsid w:val="00144373"/>
    <w:rsid w:val="00145C88"/>
    <w:rsid w:val="00151DB7"/>
    <w:rsid w:val="001539EA"/>
    <w:rsid w:val="00153E7E"/>
    <w:rsid w:val="001552C8"/>
    <w:rsid w:val="0015752A"/>
    <w:rsid w:val="00161783"/>
    <w:rsid w:val="001629D4"/>
    <w:rsid w:val="001641DD"/>
    <w:rsid w:val="0016637F"/>
    <w:rsid w:val="001712DE"/>
    <w:rsid w:val="001715D1"/>
    <w:rsid w:val="00173F1F"/>
    <w:rsid w:val="001806D1"/>
    <w:rsid w:val="001822DC"/>
    <w:rsid w:val="0018263E"/>
    <w:rsid w:val="0018288A"/>
    <w:rsid w:val="0018392E"/>
    <w:rsid w:val="00185A41"/>
    <w:rsid w:val="00185A5F"/>
    <w:rsid w:val="00190116"/>
    <w:rsid w:val="0019051C"/>
    <w:rsid w:val="001908C9"/>
    <w:rsid w:val="00190D61"/>
    <w:rsid w:val="00193DC0"/>
    <w:rsid w:val="00195903"/>
    <w:rsid w:val="00195F09"/>
    <w:rsid w:val="0019666A"/>
    <w:rsid w:val="001A0446"/>
    <w:rsid w:val="001A0FD2"/>
    <w:rsid w:val="001A1EAB"/>
    <w:rsid w:val="001A3021"/>
    <w:rsid w:val="001A370B"/>
    <w:rsid w:val="001B1D46"/>
    <w:rsid w:val="001B3355"/>
    <w:rsid w:val="001C05C2"/>
    <w:rsid w:val="001C0D53"/>
    <w:rsid w:val="001C1BB3"/>
    <w:rsid w:val="001C249E"/>
    <w:rsid w:val="001C6119"/>
    <w:rsid w:val="001D0CBE"/>
    <w:rsid w:val="001D37C8"/>
    <w:rsid w:val="001D37F9"/>
    <w:rsid w:val="001D5610"/>
    <w:rsid w:val="001D69B9"/>
    <w:rsid w:val="001D6D53"/>
    <w:rsid w:val="001E0E85"/>
    <w:rsid w:val="001E154F"/>
    <w:rsid w:val="001E20AE"/>
    <w:rsid w:val="001E223C"/>
    <w:rsid w:val="001E2C49"/>
    <w:rsid w:val="001E3C57"/>
    <w:rsid w:val="001E3F08"/>
    <w:rsid w:val="001E4551"/>
    <w:rsid w:val="001F1E78"/>
    <w:rsid w:val="001F2B49"/>
    <w:rsid w:val="001F3046"/>
    <w:rsid w:val="001F331B"/>
    <w:rsid w:val="001F5654"/>
    <w:rsid w:val="001F59A3"/>
    <w:rsid w:val="001F6DA9"/>
    <w:rsid w:val="002001CB"/>
    <w:rsid w:val="002055B7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55D9"/>
    <w:rsid w:val="002275E3"/>
    <w:rsid w:val="00230293"/>
    <w:rsid w:val="0023031A"/>
    <w:rsid w:val="00233AE0"/>
    <w:rsid w:val="00234FB9"/>
    <w:rsid w:val="002377AC"/>
    <w:rsid w:val="002415C5"/>
    <w:rsid w:val="00244116"/>
    <w:rsid w:val="00245C2D"/>
    <w:rsid w:val="00245DC9"/>
    <w:rsid w:val="00250E86"/>
    <w:rsid w:val="00251B4B"/>
    <w:rsid w:val="00265658"/>
    <w:rsid w:val="00266174"/>
    <w:rsid w:val="002666B2"/>
    <w:rsid w:val="00271FD8"/>
    <w:rsid w:val="00272325"/>
    <w:rsid w:val="002728E1"/>
    <w:rsid w:val="00280F35"/>
    <w:rsid w:val="0028195B"/>
    <w:rsid w:val="00281C99"/>
    <w:rsid w:val="00281CB9"/>
    <w:rsid w:val="00281D87"/>
    <w:rsid w:val="00282FEE"/>
    <w:rsid w:val="00284F6C"/>
    <w:rsid w:val="002854D7"/>
    <w:rsid w:val="00285C0A"/>
    <w:rsid w:val="002865C6"/>
    <w:rsid w:val="002932E7"/>
    <w:rsid w:val="002934EF"/>
    <w:rsid w:val="00293642"/>
    <w:rsid w:val="002948FD"/>
    <w:rsid w:val="00294EB1"/>
    <w:rsid w:val="002A2017"/>
    <w:rsid w:val="002A33D8"/>
    <w:rsid w:val="002A53E8"/>
    <w:rsid w:val="002A63E1"/>
    <w:rsid w:val="002A7944"/>
    <w:rsid w:val="002B2523"/>
    <w:rsid w:val="002B2C5E"/>
    <w:rsid w:val="002B486B"/>
    <w:rsid w:val="002B58BF"/>
    <w:rsid w:val="002B6655"/>
    <w:rsid w:val="002B6E74"/>
    <w:rsid w:val="002C0DB7"/>
    <w:rsid w:val="002C114A"/>
    <w:rsid w:val="002C5DC7"/>
    <w:rsid w:val="002D0883"/>
    <w:rsid w:val="002D1263"/>
    <w:rsid w:val="002D1743"/>
    <w:rsid w:val="002D1814"/>
    <w:rsid w:val="002D1AD1"/>
    <w:rsid w:val="002D3609"/>
    <w:rsid w:val="002D6905"/>
    <w:rsid w:val="002E081D"/>
    <w:rsid w:val="002E27D3"/>
    <w:rsid w:val="002E453C"/>
    <w:rsid w:val="002E5094"/>
    <w:rsid w:val="002E64E0"/>
    <w:rsid w:val="002E75CE"/>
    <w:rsid w:val="002F30AF"/>
    <w:rsid w:val="002F6D86"/>
    <w:rsid w:val="002F7153"/>
    <w:rsid w:val="002F75F0"/>
    <w:rsid w:val="003009A6"/>
    <w:rsid w:val="00302B3A"/>
    <w:rsid w:val="00302C5C"/>
    <w:rsid w:val="00303D2E"/>
    <w:rsid w:val="00304261"/>
    <w:rsid w:val="003066A3"/>
    <w:rsid w:val="003125D2"/>
    <w:rsid w:val="00313822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37846"/>
    <w:rsid w:val="003440E7"/>
    <w:rsid w:val="0034420C"/>
    <w:rsid w:val="00344561"/>
    <w:rsid w:val="00345178"/>
    <w:rsid w:val="00345A38"/>
    <w:rsid w:val="003461A8"/>
    <w:rsid w:val="003529F0"/>
    <w:rsid w:val="00353708"/>
    <w:rsid w:val="00355C0C"/>
    <w:rsid w:val="00360142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676BD"/>
    <w:rsid w:val="00373E1E"/>
    <w:rsid w:val="003741E8"/>
    <w:rsid w:val="00380373"/>
    <w:rsid w:val="0038106F"/>
    <w:rsid w:val="003844EF"/>
    <w:rsid w:val="0038757C"/>
    <w:rsid w:val="00391EF0"/>
    <w:rsid w:val="003950EF"/>
    <w:rsid w:val="0039622C"/>
    <w:rsid w:val="00397DD4"/>
    <w:rsid w:val="003A1650"/>
    <w:rsid w:val="003A2701"/>
    <w:rsid w:val="003A3DF4"/>
    <w:rsid w:val="003A5F27"/>
    <w:rsid w:val="003A6600"/>
    <w:rsid w:val="003B10D6"/>
    <w:rsid w:val="003B125B"/>
    <w:rsid w:val="003B6C1A"/>
    <w:rsid w:val="003B7914"/>
    <w:rsid w:val="003C0778"/>
    <w:rsid w:val="003C2E62"/>
    <w:rsid w:val="003D213A"/>
    <w:rsid w:val="003D2D17"/>
    <w:rsid w:val="003D2F38"/>
    <w:rsid w:val="003D3D4E"/>
    <w:rsid w:val="003D44A8"/>
    <w:rsid w:val="003E13CC"/>
    <w:rsid w:val="003E1D6E"/>
    <w:rsid w:val="003E55BA"/>
    <w:rsid w:val="003E6915"/>
    <w:rsid w:val="003F32D8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5688"/>
    <w:rsid w:val="00416C87"/>
    <w:rsid w:val="004215B6"/>
    <w:rsid w:val="00422C57"/>
    <w:rsid w:val="00424AC3"/>
    <w:rsid w:val="00424D07"/>
    <w:rsid w:val="004257BF"/>
    <w:rsid w:val="00433C3A"/>
    <w:rsid w:val="00436FE6"/>
    <w:rsid w:val="0043742C"/>
    <w:rsid w:val="00440DDB"/>
    <w:rsid w:val="00441314"/>
    <w:rsid w:val="00441A4B"/>
    <w:rsid w:val="00441A4F"/>
    <w:rsid w:val="00442EF2"/>
    <w:rsid w:val="004473CA"/>
    <w:rsid w:val="00447CE5"/>
    <w:rsid w:val="004515BB"/>
    <w:rsid w:val="00452D2A"/>
    <w:rsid w:val="00460259"/>
    <w:rsid w:val="00460C2C"/>
    <w:rsid w:val="00461690"/>
    <w:rsid w:val="00461FA0"/>
    <w:rsid w:val="00463212"/>
    <w:rsid w:val="00463A7F"/>
    <w:rsid w:val="00465A8B"/>
    <w:rsid w:val="004661E3"/>
    <w:rsid w:val="00467E18"/>
    <w:rsid w:val="00471A3A"/>
    <w:rsid w:val="004722B5"/>
    <w:rsid w:val="00473612"/>
    <w:rsid w:val="004756AE"/>
    <w:rsid w:val="00476B72"/>
    <w:rsid w:val="00480786"/>
    <w:rsid w:val="00482345"/>
    <w:rsid w:val="00484C93"/>
    <w:rsid w:val="00484D09"/>
    <w:rsid w:val="00485704"/>
    <w:rsid w:val="00487BAB"/>
    <w:rsid w:val="00492086"/>
    <w:rsid w:val="0049581D"/>
    <w:rsid w:val="0049605C"/>
    <w:rsid w:val="00496233"/>
    <w:rsid w:val="004968C2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D086D"/>
    <w:rsid w:val="004D1E64"/>
    <w:rsid w:val="004D28D7"/>
    <w:rsid w:val="004D31E9"/>
    <w:rsid w:val="004D39C5"/>
    <w:rsid w:val="004D5222"/>
    <w:rsid w:val="004D7542"/>
    <w:rsid w:val="004D7F88"/>
    <w:rsid w:val="004E0438"/>
    <w:rsid w:val="004E08D4"/>
    <w:rsid w:val="004E08DB"/>
    <w:rsid w:val="004E1FF1"/>
    <w:rsid w:val="004E2A0D"/>
    <w:rsid w:val="004E3CA7"/>
    <w:rsid w:val="004E49CE"/>
    <w:rsid w:val="004E65D5"/>
    <w:rsid w:val="004E6A28"/>
    <w:rsid w:val="004E7D8E"/>
    <w:rsid w:val="004F05DD"/>
    <w:rsid w:val="004F0A8B"/>
    <w:rsid w:val="004F4B72"/>
    <w:rsid w:val="004F5551"/>
    <w:rsid w:val="004F57C8"/>
    <w:rsid w:val="004F6D2F"/>
    <w:rsid w:val="004F7213"/>
    <w:rsid w:val="004F7629"/>
    <w:rsid w:val="00500FC2"/>
    <w:rsid w:val="00503A2E"/>
    <w:rsid w:val="00505D40"/>
    <w:rsid w:val="00512163"/>
    <w:rsid w:val="00514CA4"/>
    <w:rsid w:val="00516643"/>
    <w:rsid w:val="005218BB"/>
    <w:rsid w:val="005218CE"/>
    <w:rsid w:val="00523B03"/>
    <w:rsid w:val="00525811"/>
    <w:rsid w:val="00525F01"/>
    <w:rsid w:val="00527ACC"/>
    <w:rsid w:val="005331EA"/>
    <w:rsid w:val="00536D61"/>
    <w:rsid w:val="0053795B"/>
    <w:rsid w:val="005409C9"/>
    <w:rsid w:val="005411D4"/>
    <w:rsid w:val="005413A4"/>
    <w:rsid w:val="0054154F"/>
    <w:rsid w:val="00541C8F"/>
    <w:rsid w:val="00542FD9"/>
    <w:rsid w:val="00543281"/>
    <w:rsid w:val="00547A51"/>
    <w:rsid w:val="00547B8F"/>
    <w:rsid w:val="005614CA"/>
    <w:rsid w:val="00561C36"/>
    <w:rsid w:val="0056233C"/>
    <w:rsid w:val="005704C8"/>
    <w:rsid w:val="00571134"/>
    <w:rsid w:val="005715FE"/>
    <w:rsid w:val="0057168D"/>
    <w:rsid w:val="005718A1"/>
    <w:rsid w:val="00573846"/>
    <w:rsid w:val="005757C5"/>
    <w:rsid w:val="00577C29"/>
    <w:rsid w:val="00582F5C"/>
    <w:rsid w:val="00583360"/>
    <w:rsid w:val="0058608D"/>
    <w:rsid w:val="00586CE6"/>
    <w:rsid w:val="005901C0"/>
    <w:rsid w:val="00591160"/>
    <w:rsid w:val="005913B7"/>
    <w:rsid w:val="00591A9F"/>
    <w:rsid w:val="00591D1D"/>
    <w:rsid w:val="00592077"/>
    <w:rsid w:val="005936A9"/>
    <w:rsid w:val="005944C8"/>
    <w:rsid w:val="00596238"/>
    <w:rsid w:val="00596358"/>
    <w:rsid w:val="00597B1F"/>
    <w:rsid w:val="005A1AB3"/>
    <w:rsid w:val="005A2F9E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5437"/>
    <w:rsid w:val="005C65FA"/>
    <w:rsid w:val="005D08EA"/>
    <w:rsid w:val="005D4634"/>
    <w:rsid w:val="005D46BD"/>
    <w:rsid w:val="005D4F14"/>
    <w:rsid w:val="005D66A6"/>
    <w:rsid w:val="005D6A8D"/>
    <w:rsid w:val="005D6DBC"/>
    <w:rsid w:val="005D76B6"/>
    <w:rsid w:val="005E08F4"/>
    <w:rsid w:val="005E160E"/>
    <w:rsid w:val="005E1CD0"/>
    <w:rsid w:val="005E4670"/>
    <w:rsid w:val="005E46A0"/>
    <w:rsid w:val="005F12AE"/>
    <w:rsid w:val="005F2DFA"/>
    <w:rsid w:val="005F57DA"/>
    <w:rsid w:val="005F6CC0"/>
    <w:rsid w:val="005F715A"/>
    <w:rsid w:val="005F7A34"/>
    <w:rsid w:val="0060081E"/>
    <w:rsid w:val="0060335D"/>
    <w:rsid w:val="00603B49"/>
    <w:rsid w:val="00603E65"/>
    <w:rsid w:val="00604758"/>
    <w:rsid w:val="0060623D"/>
    <w:rsid w:val="00610771"/>
    <w:rsid w:val="00610D41"/>
    <w:rsid w:val="006111DB"/>
    <w:rsid w:val="00611BFF"/>
    <w:rsid w:val="00613599"/>
    <w:rsid w:val="00615113"/>
    <w:rsid w:val="00615443"/>
    <w:rsid w:val="006156D8"/>
    <w:rsid w:val="00615752"/>
    <w:rsid w:val="00616546"/>
    <w:rsid w:val="00617866"/>
    <w:rsid w:val="00617A28"/>
    <w:rsid w:val="00620CBF"/>
    <w:rsid w:val="006258F7"/>
    <w:rsid w:val="00625D38"/>
    <w:rsid w:val="00626A4D"/>
    <w:rsid w:val="00626AE5"/>
    <w:rsid w:val="00626CB8"/>
    <w:rsid w:val="006323D3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6F5D"/>
    <w:rsid w:val="006477A4"/>
    <w:rsid w:val="00656801"/>
    <w:rsid w:val="00657E9F"/>
    <w:rsid w:val="006606FF"/>
    <w:rsid w:val="00661B51"/>
    <w:rsid w:val="00662953"/>
    <w:rsid w:val="00663AA7"/>
    <w:rsid w:val="00664D96"/>
    <w:rsid w:val="00666263"/>
    <w:rsid w:val="006674A1"/>
    <w:rsid w:val="006677C8"/>
    <w:rsid w:val="00685468"/>
    <w:rsid w:val="006859D9"/>
    <w:rsid w:val="00685E4E"/>
    <w:rsid w:val="00686142"/>
    <w:rsid w:val="00690150"/>
    <w:rsid w:val="006902D2"/>
    <w:rsid w:val="00690518"/>
    <w:rsid w:val="006921CB"/>
    <w:rsid w:val="00692F4E"/>
    <w:rsid w:val="00696D6F"/>
    <w:rsid w:val="00697946"/>
    <w:rsid w:val="00697999"/>
    <w:rsid w:val="006A1E1C"/>
    <w:rsid w:val="006A2550"/>
    <w:rsid w:val="006A3E90"/>
    <w:rsid w:val="006A45DB"/>
    <w:rsid w:val="006B0B8C"/>
    <w:rsid w:val="006B1F60"/>
    <w:rsid w:val="006B32B5"/>
    <w:rsid w:val="006B3358"/>
    <w:rsid w:val="006B4FBD"/>
    <w:rsid w:val="006B638E"/>
    <w:rsid w:val="006C0675"/>
    <w:rsid w:val="006C13CF"/>
    <w:rsid w:val="006C2C76"/>
    <w:rsid w:val="006C34B9"/>
    <w:rsid w:val="006C7370"/>
    <w:rsid w:val="006D05A6"/>
    <w:rsid w:val="006D08D7"/>
    <w:rsid w:val="006D0919"/>
    <w:rsid w:val="006D1A2E"/>
    <w:rsid w:val="006D26E8"/>
    <w:rsid w:val="006D5714"/>
    <w:rsid w:val="006D69AE"/>
    <w:rsid w:val="006D71A6"/>
    <w:rsid w:val="006D71E4"/>
    <w:rsid w:val="006D7D3B"/>
    <w:rsid w:val="006E2F10"/>
    <w:rsid w:val="006E31D7"/>
    <w:rsid w:val="006F0237"/>
    <w:rsid w:val="006F0FF5"/>
    <w:rsid w:val="006F24D5"/>
    <w:rsid w:val="006F29C6"/>
    <w:rsid w:val="006F533A"/>
    <w:rsid w:val="006F6149"/>
    <w:rsid w:val="006F7B81"/>
    <w:rsid w:val="00700ADF"/>
    <w:rsid w:val="0070209A"/>
    <w:rsid w:val="00702346"/>
    <w:rsid w:val="00702440"/>
    <w:rsid w:val="0070311A"/>
    <w:rsid w:val="007042D7"/>
    <w:rsid w:val="0070608E"/>
    <w:rsid w:val="007060F5"/>
    <w:rsid w:val="00706857"/>
    <w:rsid w:val="007072C8"/>
    <w:rsid w:val="007143FF"/>
    <w:rsid w:val="0071552F"/>
    <w:rsid w:val="00715895"/>
    <w:rsid w:val="00715B55"/>
    <w:rsid w:val="00716213"/>
    <w:rsid w:val="0071707B"/>
    <w:rsid w:val="00717936"/>
    <w:rsid w:val="007203CA"/>
    <w:rsid w:val="0072180D"/>
    <w:rsid w:val="00721878"/>
    <w:rsid w:val="00721976"/>
    <w:rsid w:val="00722152"/>
    <w:rsid w:val="00722B89"/>
    <w:rsid w:val="0072456B"/>
    <w:rsid w:val="00730541"/>
    <w:rsid w:val="00732AF1"/>
    <w:rsid w:val="0073427D"/>
    <w:rsid w:val="00736F4C"/>
    <w:rsid w:val="00740FA1"/>
    <w:rsid w:val="00742445"/>
    <w:rsid w:val="007434EF"/>
    <w:rsid w:val="00746B6E"/>
    <w:rsid w:val="00750540"/>
    <w:rsid w:val="00751376"/>
    <w:rsid w:val="007607B4"/>
    <w:rsid w:val="00764574"/>
    <w:rsid w:val="0076506D"/>
    <w:rsid w:val="0077032A"/>
    <w:rsid w:val="00770FE3"/>
    <w:rsid w:val="00771047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85DA9"/>
    <w:rsid w:val="00786F3A"/>
    <w:rsid w:val="00790913"/>
    <w:rsid w:val="0079174D"/>
    <w:rsid w:val="007918DE"/>
    <w:rsid w:val="00792B09"/>
    <w:rsid w:val="00795128"/>
    <w:rsid w:val="00796BC1"/>
    <w:rsid w:val="00796BCE"/>
    <w:rsid w:val="00797471"/>
    <w:rsid w:val="007A0AEF"/>
    <w:rsid w:val="007A3312"/>
    <w:rsid w:val="007A3CAF"/>
    <w:rsid w:val="007A4C21"/>
    <w:rsid w:val="007A4CCA"/>
    <w:rsid w:val="007B02C2"/>
    <w:rsid w:val="007B0CA8"/>
    <w:rsid w:val="007B3E26"/>
    <w:rsid w:val="007B7F27"/>
    <w:rsid w:val="007B7F89"/>
    <w:rsid w:val="007C0379"/>
    <w:rsid w:val="007C178B"/>
    <w:rsid w:val="007C1892"/>
    <w:rsid w:val="007C1C8F"/>
    <w:rsid w:val="007C2FDD"/>
    <w:rsid w:val="007C3467"/>
    <w:rsid w:val="007C5276"/>
    <w:rsid w:val="007C58C0"/>
    <w:rsid w:val="007D0934"/>
    <w:rsid w:val="007D2D45"/>
    <w:rsid w:val="007D3C80"/>
    <w:rsid w:val="007D4B4E"/>
    <w:rsid w:val="007D5F8B"/>
    <w:rsid w:val="007E218B"/>
    <w:rsid w:val="007E277B"/>
    <w:rsid w:val="007E2B28"/>
    <w:rsid w:val="007E40A4"/>
    <w:rsid w:val="007E58AB"/>
    <w:rsid w:val="007E5A7F"/>
    <w:rsid w:val="007F1973"/>
    <w:rsid w:val="007F4486"/>
    <w:rsid w:val="007F490D"/>
    <w:rsid w:val="007F4FF8"/>
    <w:rsid w:val="007F5494"/>
    <w:rsid w:val="007F549E"/>
    <w:rsid w:val="007F562F"/>
    <w:rsid w:val="007F6333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30DCE"/>
    <w:rsid w:val="00831BBA"/>
    <w:rsid w:val="0083606C"/>
    <w:rsid w:val="0083751E"/>
    <w:rsid w:val="0083784B"/>
    <w:rsid w:val="0084263D"/>
    <w:rsid w:val="008436F4"/>
    <w:rsid w:val="00843E18"/>
    <w:rsid w:val="00844900"/>
    <w:rsid w:val="008453C2"/>
    <w:rsid w:val="00852256"/>
    <w:rsid w:val="00852975"/>
    <w:rsid w:val="00853859"/>
    <w:rsid w:val="00854613"/>
    <w:rsid w:val="00854DCB"/>
    <w:rsid w:val="0085602D"/>
    <w:rsid w:val="00860051"/>
    <w:rsid w:val="00862364"/>
    <w:rsid w:val="00873803"/>
    <w:rsid w:val="00874668"/>
    <w:rsid w:val="00875C8B"/>
    <w:rsid w:val="00876311"/>
    <w:rsid w:val="008767E9"/>
    <w:rsid w:val="00877DA5"/>
    <w:rsid w:val="00881092"/>
    <w:rsid w:val="00881A9E"/>
    <w:rsid w:val="00881F79"/>
    <w:rsid w:val="00882149"/>
    <w:rsid w:val="008849D4"/>
    <w:rsid w:val="00884B72"/>
    <w:rsid w:val="00885891"/>
    <w:rsid w:val="008877DD"/>
    <w:rsid w:val="00892707"/>
    <w:rsid w:val="00894076"/>
    <w:rsid w:val="00895C0A"/>
    <w:rsid w:val="008A0DC5"/>
    <w:rsid w:val="008A0F66"/>
    <w:rsid w:val="008A1B37"/>
    <w:rsid w:val="008A2E12"/>
    <w:rsid w:val="008A2EED"/>
    <w:rsid w:val="008A3A50"/>
    <w:rsid w:val="008A4D5C"/>
    <w:rsid w:val="008A51E0"/>
    <w:rsid w:val="008A6AE4"/>
    <w:rsid w:val="008A6BA5"/>
    <w:rsid w:val="008B0280"/>
    <w:rsid w:val="008B176C"/>
    <w:rsid w:val="008B1845"/>
    <w:rsid w:val="008B471B"/>
    <w:rsid w:val="008B6846"/>
    <w:rsid w:val="008B704A"/>
    <w:rsid w:val="008B70CD"/>
    <w:rsid w:val="008B7558"/>
    <w:rsid w:val="008C04F6"/>
    <w:rsid w:val="008C3128"/>
    <w:rsid w:val="008C3D46"/>
    <w:rsid w:val="008C466E"/>
    <w:rsid w:val="008C4A2C"/>
    <w:rsid w:val="008C58AC"/>
    <w:rsid w:val="008D028A"/>
    <w:rsid w:val="008D0DA7"/>
    <w:rsid w:val="008D1D5A"/>
    <w:rsid w:val="008D318D"/>
    <w:rsid w:val="008D43D3"/>
    <w:rsid w:val="008D5BF7"/>
    <w:rsid w:val="008D70B3"/>
    <w:rsid w:val="008D7402"/>
    <w:rsid w:val="008D75CD"/>
    <w:rsid w:val="008E07FF"/>
    <w:rsid w:val="008E24CA"/>
    <w:rsid w:val="008E2D23"/>
    <w:rsid w:val="008E3724"/>
    <w:rsid w:val="008E4041"/>
    <w:rsid w:val="008E4BA0"/>
    <w:rsid w:val="008E741A"/>
    <w:rsid w:val="008E7976"/>
    <w:rsid w:val="008E7C99"/>
    <w:rsid w:val="008F1AEE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5740"/>
    <w:rsid w:val="00917659"/>
    <w:rsid w:val="00920BBF"/>
    <w:rsid w:val="0092139C"/>
    <w:rsid w:val="0092268F"/>
    <w:rsid w:val="00922D95"/>
    <w:rsid w:val="009234AF"/>
    <w:rsid w:val="00926645"/>
    <w:rsid w:val="00930FD4"/>
    <w:rsid w:val="00933C53"/>
    <w:rsid w:val="00934EAA"/>
    <w:rsid w:val="00935E96"/>
    <w:rsid w:val="009363D4"/>
    <w:rsid w:val="0094184D"/>
    <w:rsid w:val="009429C8"/>
    <w:rsid w:val="009433CB"/>
    <w:rsid w:val="009452FB"/>
    <w:rsid w:val="00950E80"/>
    <w:rsid w:val="0095175B"/>
    <w:rsid w:val="009524CA"/>
    <w:rsid w:val="00953CC0"/>
    <w:rsid w:val="00954743"/>
    <w:rsid w:val="009547E2"/>
    <w:rsid w:val="00955280"/>
    <w:rsid w:val="00955496"/>
    <w:rsid w:val="009567C1"/>
    <w:rsid w:val="00957778"/>
    <w:rsid w:val="00957C96"/>
    <w:rsid w:val="0096242B"/>
    <w:rsid w:val="00962CEC"/>
    <w:rsid w:val="009640C3"/>
    <w:rsid w:val="0096564D"/>
    <w:rsid w:val="00965EF3"/>
    <w:rsid w:val="0096733A"/>
    <w:rsid w:val="00967FC5"/>
    <w:rsid w:val="009714B9"/>
    <w:rsid w:val="00971794"/>
    <w:rsid w:val="00971CED"/>
    <w:rsid w:val="00975DD0"/>
    <w:rsid w:val="00977825"/>
    <w:rsid w:val="009804C5"/>
    <w:rsid w:val="00982842"/>
    <w:rsid w:val="00982A7C"/>
    <w:rsid w:val="0098643C"/>
    <w:rsid w:val="00987EB7"/>
    <w:rsid w:val="009904CA"/>
    <w:rsid w:val="00992393"/>
    <w:rsid w:val="00993B14"/>
    <w:rsid w:val="0099543F"/>
    <w:rsid w:val="009957F5"/>
    <w:rsid w:val="0099652D"/>
    <w:rsid w:val="009A1BA9"/>
    <w:rsid w:val="009A1F73"/>
    <w:rsid w:val="009A218A"/>
    <w:rsid w:val="009A712C"/>
    <w:rsid w:val="009A79CC"/>
    <w:rsid w:val="009A7F70"/>
    <w:rsid w:val="009B268D"/>
    <w:rsid w:val="009B6206"/>
    <w:rsid w:val="009B6578"/>
    <w:rsid w:val="009B6E65"/>
    <w:rsid w:val="009B7D02"/>
    <w:rsid w:val="009C1A8E"/>
    <w:rsid w:val="009C629E"/>
    <w:rsid w:val="009C67B8"/>
    <w:rsid w:val="009C78B9"/>
    <w:rsid w:val="009D0B47"/>
    <w:rsid w:val="009D19FF"/>
    <w:rsid w:val="009D275B"/>
    <w:rsid w:val="009D38B5"/>
    <w:rsid w:val="009D4133"/>
    <w:rsid w:val="009D49CF"/>
    <w:rsid w:val="009D6EDF"/>
    <w:rsid w:val="009E0836"/>
    <w:rsid w:val="009E143C"/>
    <w:rsid w:val="009E279B"/>
    <w:rsid w:val="009E3C21"/>
    <w:rsid w:val="009E4B0D"/>
    <w:rsid w:val="009E4BA9"/>
    <w:rsid w:val="009E4ED8"/>
    <w:rsid w:val="009E4EDA"/>
    <w:rsid w:val="009E7791"/>
    <w:rsid w:val="009F0923"/>
    <w:rsid w:val="009F0988"/>
    <w:rsid w:val="009F4816"/>
    <w:rsid w:val="009F5529"/>
    <w:rsid w:val="009F7C61"/>
    <w:rsid w:val="00A00008"/>
    <w:rsid w:val="00A023AE"/>
    <w:rsid w:val="00A051D4"/>
    <w:rsid w:val="00A05776"/>
    <w:rsid w:val="00A05BED"/>
    <w:rsid w:val="00A06961"/>
    <w:rsid w:val="00A127E5"/>
    <w:rsid w:val="00A14964"/>
    <w:rsid w:val="00A1757A"/>
    <w:rsid w:val="00A17D96"/>
    <w:rsid w:val="00A212B4"/>
    <w:rsid w:val="00A22DF3"/>
    <w:rsid w:val="00A2413B"/>
    <w:rsid w:val="00A25CD2"/>
    <w:rsid w:val="00A26664"/>
    <w:rsid w:val="00A27A3B"/>
    <w:rsid w:val="00A30D74"/>
    <w:rsid w:val="00A3119C"/>
    <w:rsid w:val="00A32493"/>
    <w:rsid w:val="00A33051"/>
    <w:rsid w:val="00A3332F"/>
    <w:rsid w:val="00A34359"/>
    <w:rsid w:val="00A40D4D"/>
    <w:rsid w:val="00A42B6B"/>
    <w:rsid w:val="00A431B2"/>
    <w:rsid w:val="00A43C87"/>
    <w:rsid w:val="00A45D01"/>
    <w:rsid w:val="00A45F33"/>
    <w:rsid w:val="00A47684"/>
    <w:rsid w:val="00A47B4F"/>
    <w:rsid w:val="00A519A2"/>
    <w:rsid w:val="00A52A7C"/>
    <w:rsid w:val="00A554FF"/>
    <w:rsid w:val="00A57C81"/>
    <w:rsid w:val="00A60077"/>
    <w:rsid w:val="00A61D28"/>
    <w:rsid w:val="00A63297"/>
    <w:rsid w:val="00A6377A"/>
    <w:rsid w:val="00A65A9E"/>
    <w:rsid w:val="00A65E55"/>
    <w:rsid w:val="00A65FF0"/>
    <w:rsid w:val="00A66400"/>
    <w:rsid w:val="00A666B3"/>
    <w:rsid w:val="00A66C3A"/>
    <w:rsid w:val="00A6712D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84514"/>
    <w:rsid w:val="00A8501A"/>
    <w:rsid w:val="00A87CF5"/>
    <w:rsid w:val="00A90954"/>
    <w:rsid w:val="00A91234"/>
    <w:rsid w:val="00A919D5"/>
    <w:rsid w:val="00A91B98"/>
    <w:rsid w:val="00A95136"/>
    <w:rsid w:val="00A96E94"/>
    <w:rsid w:val="00A97C7A"/>
    <w:rsid w:val="00A97D68"/>
    <w:rsid w:val="00AA0A24"/>
    <w:rsid w:val="00AA1F7A"/>
    <w:rsid w:val="00AA400E"/>
    <w:rsid w:val="00AA60BE"/>
    <w:rsid w:val="00AA6663"/>
    <w:rsid w:val="00AA77E7"/>
    <w:rsid w:val="00AB0CDF"/>
    <w:rsid w:val="00AB0F37"/>
    <w:rsid w:val="00AB33C9"/>
    <w:rsid w:val="00AB6E95"/>
    <w:rsid w:val="00AB7A2D"/>
    <w:rsid w:val="00AC024A"/>
    <w:rsid w:val="00AC0EBA"/>
    <w:rsid w:val="00AC21C0"/>
    <w:rsid w:val="00AC7D24"/>
    <w:rsid w:val="00AD234B"/>
    <w:rsid w:val="00AD545E"/>
    <w:rsid w:val="00AD7D4F"/>
    <w:rsid w:val="00AE1AA0"/>
    <w:rsid w:val="00AE1BAB"/>
    <w:rsid w:val="00AE1C11"/>
    <w:rsid w:val="00AE1DF8"/>
    <w:rsid w:val="00AE326D"/>
    <w:rsid w:val="00AE47A2"/>
    <w:rsid w:val="00AE7C40"/>
    <w:rsid w:val="00AF3322"/>
    <w:rsid w:val="00AF50A8"/>
    <w:rsid w:val="00B00398"/>
    <w:rsid w:val="00B01135"/>
    <w:rsid w:val="00B0299C"/>
    <w:rsid w:val="00B03176"/>
    <w:rsid w:val="00B0393D"/>
    <w:rsid w:val="00B04897"/>
    <w:rsid w:val="00B0571B"/>
    <w:rsid w:val="00B064BF"/>
    <w:rsid w:val="00B06633"/>
    <w:rsid w:val="00B06722"/>
    <w:rsid w:val="00B07B61"/>
    <w:rsid w:val="00B11090"/>
    <w:rsid w:val="00B11BFC"/>
    <w:rsid w:val="00B1453D"/>
    <w:rsid w:val="00B14A5E"/>
    <w:rsid w:val="00B153D3"/>
    <w:rsid w:val="00B15D43"/>
    <w:rsid w:val="00B20043"/>
    <w:rsid w:val="00B24346"/>
    <w:rsid w:val="00B24ECC"/>
    <w:rsid w:val="00B255E2"/>
    <w:rsid w:val="00B2569A"/>
    <w:rsid w:val="00B26161"/>
    <w:rsid w:val="00B27DB2"/>
    <w:rsid w:val="00B27F4C"/>
    <w:rsid w:val="00B30A80"/>
    <w:rsid w:val="00B31187"/>
    <w:rsid w:val="00B324D7"/>
    <w:rsid w:val="00B330EE"/>
    <w:rsid w:val="00B35B0E"/>
    <w:rsid w:val="00B35F39"/>
    <w:rsid w:val="00B3631F"/>
    <w:rsid w:val="00B40087"/>
    <w:rsid w:val="00B40F29"/>
    <w:rsid w:val="00B44249"/>
    <w:rsid w:val="00B449ED"/>
    <w:rsid w:val="00B45A93"/>
    <w:rsid w:val="00B462A2"/>
    <w:rsid w:val="00B51FC2"/>
    <w:rsid w:val="00B53295"/>
    <w:rsid w:val="00B53B44"/>
    <w:rsid w:val="00B55C19"/>
    <w:rsid w:val="00B55EEF"/>
    <w:rsid w:val="00B60F24"/>
    <w:rsid w:val="00B61545"/>
    <w:rsid w:val="00B65672"/>
    <w:rsid w:val="00B664A3"/>
    <w:rsid w:val="00B70017"/>
    <w:rsid w:val="00B7028A"/>
    <w:rsid w:val="00B70B5E"/>
    <w:rsid w:val="00B71B2C"/>
    <w:rsid w:val="00B71CF8"/>
    <w:rsid w:val="00B72328"/>
    <w:rsid w:val="00B72ABD"/>
    <w:rsid w:val="00B74A69"/>
    <w:rsid w:val="00B750AC"/>
    <w:rsid w:val="00B77ED5"/>
    <w:rsid w:val="00B805FB"/>
    <w:rsid w:val="00B842C4"/>
    <w:rsid w:val="00B84608"/>
    <w:rsid w:val="00B903B2"/>
    <w:rsid w:val="00B92585"/>
    <w:rsid w:val="00B95A4D"/>
    <w:rsid w:val="00B96A26"/>
    <w:rsid w:val="00B96BE7"/>
    <w:rsid w:val="00BA059F"/>
    <w:rsid w:val="00BA188B"/>
    <w:rsid w:val="00BA1D7E"/>
    <w:rsid w:val="00BA5F09"/>
    <w:rsid w:val="00BA619B"/>
    <w:rsid w:val="00BB3237"/>
    <w:rsid w:val="00BB3630"/>
    <w:rsid w:val="00BB6304"/>
    <w:rsid w:val="00BB74EB"/>
    <w:rsid w:val="00BC1691"/>
    <w:rsid w:val="00BC251F"/>
    <w:rsid w:val="00BC25BC"/>
    <w:rsid w:val="00BC3410"/>
    <w:rsid w:val="00BC3853"/>
    <w:rsid w:val="00BC3F74"/>
    <w:rsid w:val="00BC6276"/>
    <w:rsid w:val="00BC6A14"/>
    <w:rsid w:val="00BC74AC"/>
    <w:rsid w:val="00BD0858"/>
    <w:rsid w:val="00BD0B5F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4F4C"/>
    <w:rsid w:val="00BE59EB"/>
    <w:rsid w:val="00BE740C"/>
    <w:rsid w:val="00BE79FF"/>
    <w:rsid w:val="00BE7B6F"/>
    <w:rsid w:val="00BF0AD6"/>
    <w:rsid w:val="00BF28A9"/>
    <w:rsid w:val="00BF4127"/>
    <w:rsid w:val="00BF4E73"/>
    <w:rsid w:val="00BF5340"/>
    <w:rsid w:val="00C00859"/>
    <w:rsid w:val="00C00864"/>
    <w:rsid w:val="00C01EE3"/>
    <w:rsid w:val="00C037C4"/>
    <w:rsid w:val="00C0494C"/>
    <w:rsid w:val="00C04FDF"/>
    <w:rsid w:val="00C10AFF"/>
    <w:rsid w:val="00C10E81"/>
    <w:rsid w:val="00C114DE"/>
    <w:rsid w:val="00C1164C"/>
    <w:rsid w:val="00C16E1E"/>
    <w:rsid w:val="00C17D95"/>
    <w:rsid w:val="00C27A70"/>
    <w:rsid w:val="00C27ABE"/>
    <w:rsid w:val="00C3244E"/>
    <w:rsid w:val="00C34204"/>
    <w:rsid w:val="00C416B4"/>
    <w:rsid w:val="00C43A72"/>
    <w:rsid w:val="00C478AD"/>
    <w:rsid w:val="00C47AB7"/>
    <w:rsid w:val="00C521A5"/>
    <w:rsid w:val="00C529A0"/>
    <w:rsid w:val="00C52C62"/>
    <w:rsid w:val="00C53515"/>
    <w:rsid w:val="00C566BB"/>
    <w:rsid w:val="00C57CB3"/>
    <w:rsid w:val="00C606EC"/>
    <w:rsid w:val="00C60F9A"/>
    <w:rsid w:val="00C63862"/>
    <w:rsid w:val="00C6395E"/>
    <w:rsid w:val="00C66809"/>
    <w:rsid w:val="00C66E4C"/>
    <w:rsid w:val="00C679A1"/>
    <w:rsid w:val="00C700DD"/>
    <w:rsid w:val="00C7225B"/>
    <w:rsid w:val="00C72AD5"/>
    <w:rsid w:val="00C72AEC"/>
    <w:rsid w:val="00C7733B"/>
    <w:rsid w:val="00C82314"/>
    <w:rsid w:val="00C868A1"/>
    <w:rsid w:val="00C876F7"/>
    <w:rsid w:val="00C87EE8"/>
    <w:rsid w:val="00C87F05"/>
    <w:rsid w:val="00C90370"/>
    <w:rsid w:val="00C90935"/>
    <w:rsid w:val="00C91167"/>
    <w:rsid w:val="00C914F0"/>
    <w:rsid w:val="00C9180A"/>
    <w:rsid w:val="00C9333B"/>
    <w:rsid w:val="00C964A8"/>
    <w:rsid w:val="00C972C4"/>
    <w:rsid w:val="00C97CD1"/>
    <w:rsid w:val="00CA215B"/>
    <w:rsid w:val="00CA25A0"/>
    <w:rsid w:val="00CA683A"/>
    <w:rsid w:val="00CA761D"/>
    <w:rsid w:val="00CB13EE"/>
    <w:rsid w:val="00CB4555"/>
    <w:rsid w:val="00CB4746"/>
    <w:rsid w:val="00CB481F"/>
    <w:rsid w:val="00CB5706"/>
    <w:rsid w:val="00CB74B2"/>
    <w:rsid w:val="00CC1CE9"/>
    <w:rsid w:val="00CC212F"/>
    <w:rsid w:val="00CC438B"/>
    <w:rsid w:val="00CC46D7"/>
    <w:rsid w:val="00CC4FF3"/>
    <w:rsid w:val="00CC7F85"/>
    <w:rsid w:val="00CD1012"/>
    <w:rsid w:val="00CD1443"/>
    <w:rsid w:val="00CD2336"/>
    <w:rsid w:val="00CD448A"/>
    <w:rsid w:val="00CD7DD8"/>
    <w:rsid w:val="00CE15CA"/>
    <w:rsid w:val="00CE46D0"/>
    <w:rsid w:val="00CE4803"/>
    <w:rsid w:val="00CE4E30"/>
    <w:rsid w:val="00CE561E"/>
    <w:rsid w:val="00CF151F"/>
    <w:rsid w:val="00CF2243"/>
    <w:rsid w:val="00CF25AB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1851"/>
    <w:rsid w:val="00D12794"/>
    <w:rsid w:val="00D145D3"/>
    <w:rsid w:val="00D150AB"/>
    <w:rsid w:val="00D1617A"/>
    <w:rsid w:val="00D17656"/>
    <w:rsid w:val="00D2027F"/>
    <w:rsid w:val="00D21725"/>
    <w:rsid w:val="00D3091A"/>
    <w:rsid w:val="00D3393D"/>
    <w:rsid w:val="00D33B42"/>
    <w:rsid w:val="00D33F78"/>
    <w:rsid w:val="00D3440B"/>
    <w:rsid w:val="00D34AF1"/>
    <w:rsid w:val="00D34E59"/>
    <w:rsid w:val="00D36881"/>
    <w:rsid w:val="00D403CD"/>
    <w:rsid w:val="00D427B8"/>
    <w:rsid w:val="00D42AA2"/>
    <w:rsid w:val="00D46F30"/>
    <w:rsid w:val="00D51F77"/>
    <w:rsid w:val="00D52B8B"/>
    <w:rsid w:val="00D53972"/>
    <w:rsid w:val="00D54433"/>
    <w:rsid w:val="00D555CE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2541"/>
    <w:rsid w:val="00D726C2"/>
    <w:rsid w:val="00D7366F"/>
    <w:rsid w:val="00D73A5E"/>
    <w:rsid w:val="00D73F00"/>
    <w:rsid w:val="00D75291"/>
    <w:rsid w:val="00D777C4"/>
    <w:rsid w:val="00D82239"/>
    <w:rsid w:val="00D84B35"/>
    <w:rsid w:val="00D86300"/>
    <w:rsid w:val="00D87347"/>
    <w:rsid w:val="00D90C21"/>
    <w:rsid w:val="00D92522"/>
    <w:rsid w:val="00D9308A"/>
    <w:rsid w:val="00D94030"/>
    <w:rsid w:val="00D95542"/>
    <w:rsid w:val="00D97104"/>
    <w:rsid w:val="00D97743"/>
    <w:rsid w:val="00DA0D4A"/>
    <w:rsid w:val="00DA4BC5"/>
    <w:rsid w:val="00DA5920"/>
    <w:rsid w:val="00DA65C0"/>
    <w:rsid w:val="00DA7DC1"/>
    <w:rsid w:val="00DB0FDE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0DA7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E02801"/>
    <w:rsid w:val="00E0521F"/>
    <w:rsid w:val="00E05808"/>
    <w:rsid w:val="00E0667F"/>
    <w:rsid w:val="00E06E60"/>
    <w:rsid w:val="00E1059B"/>
    <w:rsid w:val="00E11938"/>
    <w:rsid w:val="00E139D9"/>
    <w:rsid w:val="00E14862"/>
    <w:rsid w:val="00E15AE3"/>
    <w:rsid w:val="00E15D0E"/>
    <w:rsid w:val="00E16149"/>
    <w:rsid w:val="00E1661B"/>
    <w:rsid w:val="00E202E1"/>
    <w:rsid w:val="00E20F46"/>
    <w:rsid w:val="00E21F4D"/>
    <w:rsid w:val="00E2622E"/>
    <w:rsid w:val="00E264CB"/>
    <w:rsid w:val="00E2662C"/>
    <w:rsid w:val="00E2667A"/>
    <w:rsid w:val="00E30036"/>
    <w:rsid w:val="00E3224B"/>
    <w:rsid w:val="00E33080"/>
    <w:rsid w:val="00E330BF"/>
    <w:rsid w:val="00E33ED8"/>
    <w:rsid w:val="00E42171"/>
    <w:rsid w:val="00E427CF"/>
    <w:rsid w:val="00E42927"/>
    <w:rsid w:val="00E45CE0"/>
    <w:rsid w:val="00E45E81"/>
    <w:rsid w:val="00E45F9B"/>
    <w:rsid w:val="00E464F0"/>
    <w:rsid w:val="00E4665B"/>
    <w:rsid w:val="00E4786D"/>
    <w:rsid w:val="00E5015D"/>
    <w:rsid w:val="00E52627"/>
    <w:rsid w:val="00E52DDA"/>
    <w:rsid w:val="00E5573F"/>
    <w:rsid w:val="00E55AEC"/>
    <w:rsid w:val="00E56844"/>
    <w:rsid w:val="00E569CE"/>
    <w:rsid w:val="00E56B09"/>
    <w:rsid w:val="00E56FA6"/>
    <w:rsid w:val="00E57186"/>
    <w:rsid w:val="00E61567"/>
    <w:rsid w:val="00E62A21"/>
    <w:rsid w:val="00E6318C"/>
    <w:rsid w:val="00E646A0"/>
    <w:rsid w:val="00E65A14"/>
    <w:rsid w:val="00E65E25"/>
    <w:rsid w:val="00E711A0"/>
    <w:rsid w:val="00E71868"/>
    <w:rsid w:val="00E72EDC"/>
    <w:rsid w:val="00E755E2"/>
    <w:rsid w:val="00E76939"/>
    <w:rsid w:val="00E808C5"/>
    <w:rsid w:val="00E828B7"/>
    <w:rsid w:val="00E834CF"/>
    <w:rsid w:val="00E85F02"/>
    <w:rsid w:val="00E86187"/>
    <w:rsid w:val="00E913EF"/>
    <w:rsid w:val="00E927E7"/>
    <w:rsid w:val="00E966E2"/>
    <w:rsid w:val="00EA0523"/>
    <w:rsid w:val="00EA0D29"/>
    <w:rsid w:val="00EA3855"/>
    <w:rsid w:val="00EA4E7C"/>
    <w:rsid w:val="00EA51F2"/>
    <w:rsid w:val="00EA799B"/>
    <w:rsid w:val="00EB0684"/>
    <w:rsid w:val="00EB1BA0"/>
    <w:rsid w:val="00EB2B18"/>
    <w:rsid w:val="00EB2F40"/>
    <w:rsid w:val="00EB60E0"/>
    <w:rsid w:val="00EC16A3"/>
    <w:rsid w:val="00EC24B4"/>
    <w:rsid w:val="00EC636B"/>
    <w:rsid w:val="00EC67B5"/>
    <w:rsid w:val="00EC7A94"/>
    <w:rsid w:val="00ED2909"/>
    <w:rsid w:val="00ED6FFF"/>
    <w:rsid w:val="00ED7624"/>
    <w:rsid w:val="00ED7C7F"/>
    <w:rsid w:val="00EE2168"/>
    <w:rsid w:val="00EE2877"/>
    <w:rsid w:val="00EE598F"/>
    <w:rsid w:val="00EE5CB7"/>
    <w:rsid w:val="00EE5CEB"/>
    <w:rsid w:val="00EF108C"/>
    <w:rsid w:val="00EF1147"/>
    <w:rsid w:val="00EF146D"/>
    <w:rsid w:val="00EF3C88"/>
    <w:rsid w:val="00EF5128"/>
    <w:rsid w:val="00EF6B3D"/>
    <w:rsid w:val="00EF6B43"/>
    <w:rsid w:val="00F008FD"/>
    <w:rsid w:val="00F00CC6"/>
    <w:rsid w:val="00F04CF4"/>
    <w:rsid w:val="00F07623"/>
    <w:rsid w:val="00F12049"/>
    <w:rsid w:val="00F1280F"/>
    <w:rsid w:val="00F137C2"/>
    <w:rsid w:val="00F17A2D"/>
    <w:rsid w:val="00F21545"/>
    <w:rsid w:val="00F21930"/>
    <w:rsid w:val="00F23799"/>
    <w:rsid w:val="00F23B0B"/>
    <w:rsid w:val="00F3185D"/>
    <w:rsid w:val="00F34C87"/>
    <w:rsid w:val="00F36C82"/>
    <w:rsid w:val="00F411D3"/>
    <w:rsid w:val="00F43D0D"/>
    <w:rsid w:val="00F473B8"/>
    <w:rsid w:val="00F50101"/>
    <w:rsid w:val="00F5062B"/>
    <w:rsid w:val="00F51047"/>
    <w:rsid w:val="00F54801"/>
    <w:rsid w:val="00F56491"/>
    <w:rsid w:val="00F56B22"/>
    <w:rsid w:val="00F60F7B"/>
    <w:rsid w:val="00F61CF6"/>
    <w:rsid w:val="00F629CA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1C74"/>
    <w:rsid w:val="00F81E29"/>
    <w:rsid w:val="00F823A8"/>
    <w:rsid w:val="00F84A8C"/>
    <w:rsid w:val="00F85728"/>
    <w:rsid w:val="00F87ACD"/>
    <w:rsid w:val="00F87D0F"/>
    <w:rsid w:val="00F908E5"/>
    <w:rsid w:val="00F9179B"/>
    <w:rsid w:val="00F92BDD"/>
    <w:rsid w:val="00F940B7"/>
    <w:rsid w:val="00F95A69"/>
    <w:rsid w:val="00F95FA6"/>
    <w:rsid w:val="00FA2BED"/>
    <w:rsid w:val="00FA4F72"/>
    <w:rsid w:val="00FA50E7"/>
    <w:rsid w:val="00FA5445"/>
    <w:rsid w:val="00FA56A9"/>
    <w:rsid w:val="00FA627A"/>
    <w:rsid w:val="00FA7588"/>
    <w:rsid w:val="00FB05DE"/>
    <w:rsid w:val="00FB0973"/>
    <w:rsid w:val="00FB124D"/>
    <w:rsid w:val="00FB2FF9"/>
    <w:rsid w:val="00FB3531"/>
    <w:rsid w:val="00FB3564"/>
    <w:rsid w:val="00FB591F"/>
    <w:rsid w:val="00FB775B"/>
    <w:rsid w:val="00FB79E1"/>
    <w:rsid w:val="00FB7FC8"/>
    <w:rsid w:val="00FC1871"/>
    <w:rsid w:val="00FC19C2"/>
    <w:rsid w:val="00FC2150"/>
    <w:rsid w:val="00FC43CA"/>
    <w:rsid w:val="00FC4680"/>
    <w:rsid w:val="00FC50DE"/>
    <w:rsid w:val="00FC5245"/>
    <w:rsid w:val="00FC5939"/>
    <w:rsid w:val="00FC722C"/>
    <w:rsid w:val="00FD0513"/>
    <w:rsid w:val="00FD3A06"/>
    <w:rsid w:val="00FD3A1A"/>
    <w:rsid w:val="00FD68CF"/>
    <w:rsid w:val="00FE161C"/>
    <w:rsid w:val="00FE21A8"/>
    <w:rsid w:val="00FE2963"/>
    <w:rsid w:val="00FE36DA"/>
    <w:rsid w:val="00FE4D62"/>
    <w:rsid w:val="00FE6B4A"/>
    <w:rsid w:val="00FF4B19"/>
    <w:rsid w:val="00FF68C7"/>
    <w:rsid w:val="00FF733F"/>
    <w:rsid w:val="00FF7B8D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  <w:style w:type="paragraph" w:customStyle="1" w:styleId="paragraph">
    <w:name w:val="paragraph"/>
    <w:basedOn w:val="Normal"/>
    <w:rsid w:val="002854D7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efaultParagraphFont"/>
    <w:rsid w:val="002854D7"/>
  </w:style>
  <w:style w:type="character" w:customStyle="1" w:styleId="eop">
    <w:name w:val="eop"/>
    <w:basedOn w:val="DefaultParagraphFont"/>
    <w:rsid w:val="00285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1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6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5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7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0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8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1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5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1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A90DB4E298DF48979A6FA7847D33A2" ma:contentTypeVersion="25" ma:contentTypeDescription="Crear nuevo documento." ma:contentTypeScope="" ma:versionID="0db5cdb5bc3770f1ac7aa30775307122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9b4d14413a87a20bfff30a71f541c36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C79A7-198D-4DF2-A281-C531F02DC0E4}"/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180</TotalTime>
  <Pages>2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49</cp:revision>
  <cp:lastPrinted>2015-01-21T03:40:00Z</cp:lastPrinted>
  <dcterms:created xsi:type="dcterms:W3CDTF">2025-04-29T13:54:00Z</dcterms:created>
  <dcterms:modified xsi:type="dcterms:W3CDTF">2025-05-09T20:05:00Z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